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AD4C52C" w:rsidR="0035531B" w:rsidRDefault="0035531B" w:rsidP="00EB46E5">
      <w:pPr>
        <w:pStyle w:val="Titul2"/>
      </w:pPr>
      <w:r w:rsidRPr="0059454B">
        <w:t>„</w:t>
      </w:r>
      <w:r w:rsidR="0059454B" w:rsidRPr="0059454B">
        <w:t>Rekonstrukce PZS vč. povrchu v km 2,265 (P7412) na trati Valašské Meziříčí – Rožnov p/R</w:t>
      </w:r>
      <w:r w:rsidRPr="0059454B">
        <w:t>“</w:t>
      </w:r>
    </w:p>
    <w:p w14:paraId="152849FF" w14:textId="77777777" w:rsidR="00AD0C7B" w:rsidRPr="006C2343" w:rsidRDefault="00AD0C7B" w:rsidP="00EB46E5">
      <w:pPr>
        <w:pStyle w:val="Titul2"/>
      </w:pPr>
    </w:p>
    <w:p w14:paraId="45AB7781" w14:textId="58258359" w:rsidR="00F46EA7" w:rsidRDefault="00F46EA7" w:rsidP="00F46EA7">
      <w:pPr>
        <w:pStyle w:val="Text1-1"/>
        <w:numPr>
          <w:ilvl w:val="0"/>
          <w:numId w:val="0"/>
        </w:numPr>
        <w:tabs>
          <w:tab w:val="left" w:pos="708"/>
        </w:tabs>
        <w:ind w:left="737" w:hanging="737"/>
      </w:pPr>
      <w:r>
        <w:t xml:space="preserve">Č.j. </w:t>
      </w:r>
      <w:r w:rsidR="00C758F1" w:rsidRPr="00DF2207">
        <w:t>8805/2022-SŽ-SSV-Ú3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064EFA76" w14:textId="3A3E4453" w:rsidR="00311E65" w:rsidRDefault="00311E65" w:rsidP="001F0B6F">
      <w:pPr>
        <w:spacing w:after="0"/>
        <w:rPr>
          <w:i/>
          <w:color w:val="FF0000"/>
        </w:rPr>
      </w:pPr>
    </w:p>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4025A72E"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68EFB5B4" w:rsidR="00A041DF" w:rsidRDefault="00A041DF">
      <w:pPr>
        <w:rPr>
          <w:noProof/>
          <w:lang w:eastAsia="cs-CZ"/>
        </w:rPr>
      </w:pPr>
    </w:p>
    <w:p w14:paraId="4F1AA743" w14:textId="77777777" w:rsidR="00001F1A" w:rsidRDefault="00001F1A">
      <w:pPr>
        <w:rPr>
          <w:rFonts w:asciiTheme="majorHAnsi" w:hAnsiTheme="majorHAnsi"/>
          <w:b/>
          <w:caps/>
          <w:sz w:val="22"/>
        </w:rPr>
      </w:pPr>
    </w:p>
    <w:p w14:paraId="2528C54D" w14:textId="1EE1F47D" w:rsidR="001F0B6F" w:rsidRDefault="001F0B6F">
      <w:pPr>
        <w:rPr>
          <w:rFonts w:asciiTheme="majorHAnsi" w:hAnsiTheme="majorHAnsi"/>
          <w:b/>
          <w:caps/>
          <w:sz w:val="22"/>
        </w:rPr>
      </w:pPr>
    </w:p>
    <w:p w14:paraId="051B6C6D" w14:textId="7675ED98" w:rsidR="00BD7E91" w:rsidRDefault="00BD7E91" w:rsidP="00FE4333">
      <w:pPr>
        <w:pStyle w:val="Nadpisbezsl1-1"/>
      </w:pPr>
      <w:r>
        <w:lastRenderedPageBreak/>
        <w:t>Obsah</w:t>
      </w:r>
      <w:r w:rsidR="00887F36">
        <w:t xml:space="preserve"> </w:t>
      </w:r>
    </w:p>
    <w:p w14:paraId="0C870455" w14:textId="27C71AC5"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11189E">
          <w:rPr>
            <w:noProof/>
            <w:webHidden/>
          </w:rPr>
          <w:t>3</w:t>
        </w:r>
        <w:r w:rsidR="00DF0B72">
          <w:rPr>
            <w:noProof/>
            <w:webHidden/>
          </w:rPr>
          <w:fldChar w:fldCharType="end"/>
        </w:r>
      </w:hyperlink>
    </w:p>
    <w:p w14:paraId="32BDD8E4" w14:textId="62B92F46" w:rsidR="00DF0B72" w:rsidRDefault="0011189E">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52628FD5" w:rsidR="00DF0B72" w:rsidRDefault="0011189E">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180B4426" w:rsidR="00DF0B72" w:rsidRDefault="0011189E">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71D251D9" w:rsidR="00DF0B72" w:rsidRDefault="0011189E">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4C9B3B60" w:rsidR="00DF0B72" w:rsidRDefault="0011189E">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56973490" w14:textId="7F754057" w:rsidR="00DF0B72" w:rsidRDefault="0011189E">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37980B01" w:rsidR="00DF0B72" w:rsidRDefault="0011189E">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02478AF9" w:rsidR="00DF0B72" w:rsidRDefault="0011189E">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16</w:t>
        </w:r>
        <w:r w:rsidR="00DF0B72">
          <w:rPr>
            <w:noProof/>
            <w:webHidden/>
          </w:rPr>
          <w:fldChar w:fldCharType="end"/>
        </w:r>
      </w:hyperlink>
    </w:p>
    <w:p w14:paraId="6941D296" w14:textId="6C236FC8" w:rsidR="00DF0B72" w:rsidRDefault="0011189E">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1D38BF5F" w14:textId="5A2847EA" w:rsidR="00DF0B72" w:rsidRDefault="0011189E">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2512620D" w14:textId="648AD168" w:rsidR="00DF0B72" w:rsidRDefault="0011189E">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4D484B96" w14:textId="1D1EBC75" w:rsidR="00DF0B72" w:rsidRDefault="0011189E">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6988A28A" w14:textId="00CE1D95" w:rsidR="00DF0B72" w:rsidRDefault="0011189E">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39D07B4C" w14:textId="2BDC2046" w:rsidR="00DF0B72" w:rsidRDefault="0011189E">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0E16F36C" w14:textId="45BA6EBE" w:rsidR="00DF0B72" w:rsidRDefault="0011189E">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21851D6D" w14:textId="389420DF" w:rsidR="00DF0B72" w:rsidRDefault="0011189E">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0AC69201" w14:textId="7B8C8C53" w:rsidR="00DF0B72" w:rsidRDefault="0011189E">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7EDBD4B3" w14:textId="04E2D9A4" w:rsidR="00DF0B72" w:rsidRDefault="0011189E">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w:t>
        </w:r>
        <w:bookmarkStart w:id="0" w:name="_GoBack"/>
        <w:bookmarkEnd w:id="0"/>
        <w:r w:rsidR="00DF0B72" w:rsidRPr="005C1702">
          <w:rPr>
            <w:rStyle w:val="Hypertextovodkaz"/>
          </w:rPr>
          <w:t>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527BDAE6" w14:textId="0E758CCE" w:rsidR="00DF0B72" w:rsidRDefault="0011189E">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74899DC4" w14:textId="78161352" w:rsidR="00DF0B72" w:rsidRDefault="0011189E">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5E765DD7" w14:textId="7CA35551" w:rsidR="00DF0B72" w:rsidRDefault="0011189E">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52F4F5C1" w:rsidR="0035531B" w:rsidRDefault="0035531B" w:rsidP="00152172">
      <w:pPr>
        <w:pStyle w:val="Textbezslovn"/>
        <w:spacing w:after="0"/>
        <w:ind w:left="2127" w:hanging="1390"/>
      </w:pPr>
      <w:r>
        <w:t xml:space="preserve">zastoupená: </w:t>
      </w:r>
      <w:r>
        <w:tab/>
      </w:r>
      <w:r w:rsidR="00152172" w:rsidRPr="000174E8">
        <w:t>I</w:t>
      </w:r>
      <w:r w:rsidR="00152172">
        <w:t>ng. Miroslavem Bocákem, ředitelem organizační jednotky Stavební správa východ, na základě Řádu SŽ R3 Podpisový řád Správy železnic, státní organizace</w:t>
      </w:r>
      <w:r w:rsidR="00152172"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6E10CC9B" w:rsidR="0035531B" w:rsidRDefault="0035531B" w:rsidP="0035531B">
      <w:pPr>
        <w:pStyle w:val="Text1-1"/>
      </w:pPr>
      <w:r>
        <w:t xml:space="preserve">Kontaktní osobou zadavatele pro </w:t>
      </w:r>
      <w:r w:rsidR="009531C1">
        <w:t xml:space="preserve">výběrové </w:t>
      </w:r>
      <w:r>
        <w:t xml:space="preserve">řízení je: </w:t>
      </w:r>
      <w:r w:rsidR="00152172">
        <w:t>Ing. Kamila Přerovská</w:t>
      </w:r>
    </w:p>
    <w:p w14:paraId="6304B547" w14:textId="2A2B5147" w:rsidR="0035531B" w:rsidRDefault="0035531B" w:rsidP="0035531B">
      <w:pPr>
        <w:pStyle w:val="Textbezslovn"/>
        <w:spacing w:after="0"/>
      </w:pPr>
      <w:r>
        <w:t xml:space="preserve">telefon: </w:t>
      </w:r>
      <w:r>
        <w:tab/>
      </w:r>
      <w:r w:rsidR="00152172">
        <w:t>+420 702 164 086</w:t>
      </w:r>
    </w:p>
    <w:p w14:paraId="46AB406E" w14:textId="2C36F637" w:rsidR="0035531B" w:rsidRDefault="0035531B" w:rsidP="0035531B">
      <w:pPr>
        <w:pStyle w:val="Textbezslovn"/>
        <w:spacing w:after="0"/>
      </w:pPr>
      <w:r>
        <w:t xml:space="preserve">e-mail: </w:t>
      </w:r>
      <w:r>
        <w:tab/>
      </w:r>
      <w:r w:rsidR="00152172">
        <w:t>Prerovska@spravazeleznic.cz</w:t>
      </w:r>
    </w:p>
    <w:p w14:paraId="32D39B6C" w14:textId="43D3BAF1" w:rsidR="0035531B" w:rsidRDefault="0035531B" w:rsidP="00152172">
      <w:pPr>
        <w:pStyle w:val="Textbezslovn"/>
        <w:ind w:left="2127" w:hanging="1390"/>
      </w:pPr>
      <w:r>
        <w:t xml:space="preserve">adresa: </w:t>
      </w:r>
      <w:r>
        <w:tab/>
      </w:r>
      <w:r w:rsidR="00152172">
        <w:t>Správa železnic, státní organizace, Stavební správa východ, Nerudova 1, 779 00 Olomouc</w:t>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2CA9CFD0" w14:textId="1E771B93" w:rsidR="0035531B" w:rsidRDefault="0035531B" w:rsidP="00E72EFE">
      <w:pPr>
        <w:pStyle w:val="Text1-1"/>
      </w:pPr>
      <w:r>
        <w:t>Účel veřejné zakázky</w:t>
      </w:r>
    </w:p>
    <w:p w14:paraId="1069FE61" w14:textId="17202DC5" w:rsidR="00E72EFE" w:rsidRDefault="00E72EFE" w:rsidP="00E72EFE">
      <w:pPr>
        <w:pStyle w:val="Textbezslovn"/>
      </w:pPr>
      <w:r>
        <w:t>Cílem stavby je zvýšení bezpečnosti na žel. přejezdu změnou způsobu zabezpečení vč. doplnění závor a vybudování chodníku po levé straně komunikace. Součástí stavby je i rekonstrukce nástupiště na přilehlé zastávce Krhová.</w:t>
      </w:r>
    </w:p>
    <w:p w14:paraId="3C28A7B3" w14:textId="4D507A79" w:rsidR="00E72EFE" w:rsidRDefault="00E72EFE" w:rsidP="00E72EFE">
      <w:pPr>
        <w:pStyle w:val="Textbezslovn"/>
      </w:pPr>
      <w:r>
        <w:t>Stavbou dojde ke zvýšení plynulosti silniční dopravy a zvýšení bezpečnosti chodců na žel. přejezdu a zvýšení komfortu cestující veřejnosti vybudováním bezbariérového přístupu na zastávku.</w:t>
      </w:r>
    </w:p>
    <w:p w14:paraId="618BC9C5" w14:textId="6A6CFFA6" w:rsidR="0035531B" w:rsidRDefault="0035531B" w:rsidP="00E72EFE">
      <w:pPr>
        <w:pStyle w:val="Text1-1"/>
      </w:pPr>
      <w:r>
        <w:t>Předmět plnění veřejné zakázky</w:t>
      </w:r>
    </w:p>
    <w:p w14:paraId="1054196F" w14:textId="695F582F" w:rsidR="008A5B22" w:rsidRDefault="00E72EFE" w:rsidP="00E72EFE">
      <w:pPr>
        <w:pStyle w:val="Textbezslovn"/>
      </w:pPr>
      <w:r w:rsidRPr="00D642C8">
        <w:rPr>
          <w:rFonts w:cs="Calibri"/>
        </w:rPr>
        <w:t>Hlavní náplní stavby bude rekonstrukce přejezdového zabezpečovacího zařízení</w:t>
      </w:r>
      <w:r>
        <w:rPr>
          <w:rFonts w:cs="Calibri"/>
        </w:rPr>
        <w:t xml:space="preserve"> </w:t>
      </w:r>
      <w:r w:rsidRPr="00D642C8">
        <w:rPr>
          <w:rFonts w:cs="Calibri"/>
        </w:rPr>
        <w:t>(zřízení přejezdového zabezpečovacího zařízení se závorami) a přejezdové konstrukce, dále</w:t>
      </w:r>
      <w:r>
        <w:rPr>
          <w:rFonts w:cs="Calibri"/>
        </w:rPr>
        <w:t xml:space="preserve"> </w:t>
      </w:r>
      <w:r w:rsidRPr="00D642C8">
        <w:rPr>
          <w:rFonts w:cs="Calibri"/>
        </w:rPr>
        <w:t>dojde k rekonstrukci nástupiště zast. Krhová včetně železničního svršku a spodku v</w:t>
      </w:r>
      <w:r>
        <w:rPr>
          <w:rFonts w:cs="Calibri"/>
        </w:rPr>
        <w:t> </w:t>
      </w:r>
      <w:r w:rsidRPr="00D642C8">
        <w:rPr>
          <w:rFonts w:cs="Calibri"/>
        </w:rPr>
        <w:t>prostoru</w:t>
      </w:r>
      <w:r>
        <w:rPr>
          <w:rFonts w:cs="Calibri"/>
        </w:rPr>
        <w:t xml:space="preserve"> </w:t>
      </w:r>
      <w:r w:rsidRPr="00D642C8">
        <w:rPr>
          <w:rFonts w:cs="Calibri"/>
        </w:rPr>
        <w:t>nástupiště a přejezdu. Dojde ke zřízení nového nástupiště dl. 100 m s</w:t>
      </w:r>
      <w:r>
        <w:rPr>
          <w:rFonts w:cs="Calibri"/>
        </w:rPr>
        <w:t> </w:t>
      </w:r>
      <w:r w:rsidRPr="00D642C8">
        <w:rPr>
          <w:rFonts w:cs="Calibri"/>
        </w:rPr>
        <w:t>bezbariérovým</w:t>
      </w:r>
      <w:r>
        <w:rPr>
          <w:rFonts w:cs="Calibri"/>
        </w:rPr>
        <w:t xml:space="preserve"> </w:t>
      </w:r>
      <w:r w:rsidRPr="00D642C8">
        <w:rPr>
          <w:rFonts w:cs="Calibri"/>
        </w:rPr>
        <w:t xml:space="preserve">přístupem. Na nástupišti bude zřízen železobetonový přístřešek pro cestující a bude zde </w:t>
      </w:r>
      <w:r>
        <w:rPr>
          <w:rFonts w:cs="Calibri"/>
        </w:rPr>
        <w:t>požadovaný mobiliář</w:t>
      </w:r>
      <w:r w:rsidRPr="00D642C8">
        <w:rPr>
          <w:rFonts w:cs="Calibri"/>
        </w:rPr>
        <w:t>. Součástí rekonstrukce zastáv</w:t>
      </w:r>
      <w:r>
        <w:rPr>
          <w:rFonts w:cs="Calibri"/>
        </w:rPr>
        <w:t>ky</w:t>
      </w:r>
      <w:r w:rsidRPr="00D642C8">
        <w:rPr>
          <w:rFonts w:cs="Calibri"/>
        </w:rPr>
        <w:t xml:space="preserve"> je nové venkovní osvětlení včetně</w:t>
      </w:r>
      <w:r>
        <w:rPr>
          <w:rFonts w:cs="Calibri"/>
        </w:rPr>
        <w:t xml:space="preserve"> </w:t>
      </w:r>
      <w:r w:rsidRPr="00D642C8">
        <w:rPr>
          <w:rFonts w:cs="Calibri"/>
        </w:rPr>
        <w:t>přípojky NN a nového uzemnění, nový orientační systém, rozhlas a informační systém</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107B91C9" w:rsidR="00F0634D" w:rsidRDefault="007C21AA" w:rsidP="00E72EFE">
      <w:pPr>
        <w:pStyle w:val="Textbezslovn"/>
        <w:spacing w:after="0"/>
      </w:pPr>
      <w:r w:rsidRPr="00E72EFE">
        <w:t>CPV kód  45234115-5 Železniční signalizace</w:t>
      </w:r>
      <w:r w:rsidR="00F0634D" w:rsidRPr="00006798">
        <w:t xml:space="preserve">  </w:t>
      </w:r>
    </w:p>
    <w:p w14:paraId="6F949885" w14:textId="77777777" w:rsidR="00E72EFE" w:rsidRPr="00E72EFE" w:rsidRDefault="00E72EFE" w:rsidP="00E72EFE">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009BA4BC" w14:textId="3BB76A0A" w:rsidR="007354E9" w:rsidRDefault="007354E9" w:rsidP="000205E1">
      <w:pPr>
        <w:pStyle w:val="Text1-1"/>
      </w:pPr>
      <w:r>
        <w:t>Předpokládá se financování této veřejné zakázky z prostředků České republiky - Státního</w:t>
      </w:r>
      <w:r w:rsidR="000205E1">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30ABE58B" w:rsidR="007354E9" w:rsidRDefault="006078ED" w:rsidP="00001F1A">
      <w:pPr>
        <w:pStyle w:val="Text1-1"/>
        <w:spacing w:after="0"/>
      </w:pPr>
      <w:r w:rsidRPr="004F70A1">
        <w:t xml:space="preserve">Předpokládaná hodnota veřejné zakázky činí </w:t>
      </w:r>
      <w:r>
        <w:rPr>
          <w:b/>
        </w:rPr>
        <w:t>24 327 570,-</w:t>
      </w:r>
      <w:r w:rsidRPr="007354E9">
        <w:rPr>
          <w:b/>
        </w:rPr>
        <w:t xml:space="preserve"> Kč </w:t>
      </w:r>
      <w:r w:rsidRPr="004F70A1">
        <w:t>(bez DPH).</w:t>
      </w:r>
      <w:r w:rsidR="007354E9">
        <w:t xml:space="preserve"> </w:t>
      </w:r>
    </w:p>
    <w:p w14:paraId="041DE93A" w14:textId="77777777" w:rsidR="0035531B" w:rsidRDefault="0035531B" w:rsidP="006F6B09">
      <w:pPr>
        <w:pStyle w:val="Nadpis1-1"/>
      </w:pPr>
      <w:bookmarkStart w:id="10" w:name="_Toc92191449"/>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A6CAA6A" w:rsidR="0035531B" w:rsidRDefault="00FD39DE" w:rsidP="00241613">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749E95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DF2326">
        <w:t xml:space="preserve">DUSP zpracovaná společností </w:t>
      </w:r>
      <w:r w:rsidR="00F615B9">
        <w:t xml:space="preserve">DMC </w:t>
      </w:r>
      <w:r w:rsidR="005323B5">
        <w:t>Havlíčkův Brod s.r.o., se sídlem Průmyslová 941, 580 01 Havlíčkův Brod, IČO: 25284525.</w:t>
      </w:r>
    </w:p>
    <w:p w14:paraId="43D1303E" w14:textId="2282F92A" w:rsidR="0035531B" w:rsidRDefault="00FD39DE" w:rsidP="005323B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22775C98" w:rsidR="0035531B" w:rsidRPr="005323B5"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w:t>
      </w:r>
      <w:r w:rsidRPr="005323B5">
        <w:t xml:space="preserve">doručena </w:t>
      </w:r>
      <w:r w:rsidRPr="005323B5">
        <w:rPr>
          <w:b/>
        </w:rPr>
        <w:t>nejpozději</w:t>
      </w:r>
      <w:r w:rsidR="005323B5" w:rsidRPr="005323B5">
        <w:rPr>
          <w:b/>
        </w:rPr>
        <w:t xml:space="preserve"> </w:t>
      </w:r>
      <w:r w:rsidRPr="005323B5">
        <w:rPr>
          <w:b/>
        </w:rPr>
        <w:t>4 pracovní dny</w:t>
      </w:r>
      <w:r w:rsidR="00B07880" w:rsidRPr="005323B5">
        <w:t xml:space="preserve"> </w:t>
      </w:r>
      <w:r w:rsidRPr="005323B5">
        <w:t>před uplynutím lhůty pro podání nabídek</w:t>
      </w:r>
      <w:r w:rsidR="00693188" w:rsidRPr="005323B5">
        <w:t>, jinak zadavatel není povinen vysvětlení poskytnout</w:t>
      </w:r>
      <w:r w:rsidRPr="005323B5">
        <w:t>.</w:t>
      </w:r>
    </w:p>
    <w:p w14:paraId="04E7F2E9" w14:textId="3B89EFE8" w:rsidR="0035531B" w:rsidRDefault="00FD39DE" w:rsidP="00FD39DE">
      <w:pPr>
        <w:pStyle w:val="Text1-1"/>
      </w:pPr>
      <w:r w:rsidRPr="005323B5">
        <w:t>Zadavatel poskytne vysvětlení zadávací dokumentace nejpozději do 2</w:t>
      </w:r>
      <w:r w:rsidR="00B07880" w:rsidRPr="005323B5">
        <w:t xml:space="preserve"> </w:t>
      </w:r>
      <w:r w:rsidRPr="005323B5">
        <w:t>pracovních dnů po doručení žádosti podle předchozího odstavce. Pokud zadavatel na žádost o vysvětlení, která není doručena včas, vysvětlení poskytne, nemusí dodržet lhůtu uvedenou v předchozí větě</w:t>
      </w:r>
      <w:r w:rsidR="0035531B" w:rsidRPr="005323B5">
        <w:t>.</w:t>
      </w:r>
      <w:r w:rsidR="00693188" w:rsidRPr="005323B5">
        <w:t xml:space="preserve"> Vysvětlení zadávací dokumentace může zadavatel poskytnout i bez předchozí žádosti, a to nejméně </w:t>
      </w:r>
      <w:r w:rsidR="00CE5F6A" w:rsidRPr="005323B5">
        <w:t>2</w:t>
      </w:r>
      <w:r w:rsidR="00693188" w:rsidRPr="005323B5">
        <w:t xml:space="preserve"> pracovní</w:t>
      </w:r>
      <w:r w:rsidR="00693188">
        <w:t xml:space="preserve"> dny před uplynutím lhůty pro podání nabídek.</w:t>
      </w:r>
    </w:p>
    <w:p w14:paraId="33849454" w14:textId="1DCD42C4" w:rsidR="0035531B" w:rsidRDefault="00FD39DE" w:rsidP="005323B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3DBE5374"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9945C89" w14:textId="77777777" w:rsidR="005323B5" w:rsidRDefault="005323B5" w:rsidP="005323B5">
      <w:pPr>
        <w:pStyle w:val="Odrka1-1"/>
        <w:numPr>
          <w:ilvl w:val="0"/>
          <w:numId w:val="0"/>
        </w:numPr>
        <w:spacing w:after="0"/>
        <w:ind w:left="1077"/>
      </w:pPr>
    </w:p>
    <w:p w14:paraId="623DE31E" w14:textId="77777777" w:rsidR="0035531B" w:rsidRPr="005323B5" w:rsidRDefault="0035531B" w:rsidP="00D10A2D">
      <w:pPr>
        <w:pStyle w:val="Odrka1-2-"/>
      </w:pPr>
      <w:r w:rsidRPr="005323B5">
        <w:t>Provádění staveb, jejich změn</w:t>
      </w:r>
      <w:r w:rsidR="00845C50" w:rsidRPr="005323B5">
        <w:t xml:space="preserve"> a </w:t>
      </w:r>
      <w:r w:rsidRPr="005323B5">
        <w:t>odstraňování,</w:t>
      </w:r>
    </w:p>
    <w:p w14:paraId="7B3ED4C1" w14:textId="77777777" w:rsidR="0035531B" w:rsidRPr="005323B5" w:rsidRDefault="0035531B" w:rsidP="00CC4380">
      <w:pPr>
        <w:pStyle w:val="Odrka1-2-"/>
      </w:pPr>
      <w:r w:rsidRPr="005323B5">
        <w:t>Revize, prohlídky</w:t>
      </w:r>
      <w:r w:rsidR="00845C50" w:rsidRPr="005323B5">
        <w:t xml:space="preserve"> a </w:t>
      </w:r>
      <w:r w:rsidRPr="005323B5">
        <w:t>zkoušky určených technických zařízení</w:t>
      </w:r>
      <w:r w:rsidR="00092CC9" w:rsidRPr="005323B5">
        <w:t xml:space="preserve"> v </w:t>
      </w:r>
      <w:r w:rsidRPr="005323B5">
        <w:t>provozu,</w:t>
      </w:r>
    </w:p>
    <w:p w14:paraId="04F4E806" w14:textId="16B62E22" w:rsidR="0035531B" w:rsidRPr="005323B5" w:rsidRDefault="005323B5" w:rsidP="005323B5">
      <w:pPr>
        <w:pStyle w:val="Odrka1-2-"/>
      </w:pPr>
      <w:r w:rsidRPr="005323B5">
        <w:t>Výkon zeměměřických činností</w:t>
      </w:r>
    </w:p>
    <w:p w14:paraId="3C96E5EA" w14:textId="277EB1DC" w:rsidR="00267CF3" w:rsidRDefault="005323B5" w:rsidP="00211F3A">
      <w:pPr>
        <w:pStyle w:val="Odrka1-2-"/>
      </w:pPr>
      <w:r w:rsidRPr="005323B5">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551FE" w:rsidRDefault="00344A9C" w:rsidP="00344A9C">
      <w:pPr>
        <w:pStyle w:val="Odrka1-1"/>
        <w:numPr>
          <w:ilvl w:val="0"/>
          <w:numId w:val="0"/>
        </w:numPr>
        <w:ind w:left="1190" w:firstLine="341"/>
        <w:rPr>
          <w:b/>
        </w:rPr>
      </w:pPr>
      <w:r w:rsidRPr="00C551FE">
        <w:rPr>
          <w:b/>
        </w:rPr>
        <w:t xml:space="preserve">b) </w:t>
      </w:r>
      <w:r w:rsidRPr="00C551FE">
        <w:t>dopravní stavby</w:t>
      </w:r>
    </w:p>
    <w:p w14:paraId="1496BF1C" w14:textId="28560AB0" w:rsidR="00D36C50" w:rsidRPr="00C551FE" w:rsidRDefault="00344A9C" w:rsidP="00C551FE">
      <w:pPr>
        <w:pStyle w:val="Odrka1-1"/>
        <w:numPr>
          <w:ilvl w:val="0"/>
          <w:numId w:val="0"/>
        </w:numPr>
        <w:ind w:left="1190" w:firstLine="341"/>
        <w:rPr>
          <w:b/>
        </w:rPr>
      </w:pPr>
      <w:r w:rsidRPr="00C551FE">
        <w:rPr>
          <w:b/>
        </w:rPr>
        <w:t xml:space="preserve">e) </w:t>
      </w:r>
      <w:r w:rsidRPr="00C551FE">
        <w:t>technologická zařízení staveb</w:t>
      </w:r>
    </w:p>
    <w:p w14:paraId="3D40E566" w14:textId="70E176C8" w:rsidR="0035531B" w:rsidRPr="00C551FE" w:rsidRDefault="0035531B" w:rsidP="00344A9C">
      <w:pPr>
        <w:pStyle w:val="Odrka1-2-"/>
        <w:numPr>
          <w:ilvl w:val="0"/>
          <w:numId w:val="0"/>
        </w:numPr>
        <w:ind w:left="1531"/>
      </w:pPr>
      <w:r w:rsidRPr="00C551FE">
        <w:t>zákona č. 360/1992 Sb.,</w:t>
      </w:r>
      <w:r w:rsidR="00092CC9" w:rsidRPr="00C551FE">
        <w:t xml:space="preserve"> o </w:t>
      </w:r>
      <w:r w:rsidRPr="00C551FE">
        <w:t>výkonu povolání autorizovaných architektů</w:t>
      </w:r>
      <w:r w:rsidR="00845C50" w:rsidRPr="00C551FE">
        <w:t xml:space="preserve"> a</w:t>
      </w:r>
      <w:r w:rsidR="00092CC9" w:rsidRPr="00C551FE">
        <w:t xml:space="preserve"> o </w:t>
      </w:r>
      <w:r w:rsidRPr="00C551FE">
        <w:t>výkonu povolání autorizovaných inženýrů</w:t>
      </w:r>
      <w:r w:rsidR="00845C50" w:rsidRPr="00C551FE">
        <w:t xml:space="preserve"> a </w:t>
      </w:r>
      <w:r w:rsidRPr="00C551FE">
        <w:t>techniků činných ve výstavbě, ve znění pozdějších předpisů</w:t>
      </w:r>
      <w:r w:rsidR="007476A8" w:rsidRPr="00C551FE">
        <w:t xml:space="preserve"> (dále jen „autorizační zákon“)</w:t>
      </w:r>
      <w:r w:rsidRPr="00C551FE">
        <w:t>.</w:t>
      </w:r>
    </w:p>
    <w:p w14:paraId="201EBDF5" w14:textId="20EDBB2B" w:rsidR="00344A9C" w:rsidRDefault="0035531B" w:rsidP="00211F3A">
      <w:pPr>
        <w:pStyle w:val="Odrka1-2-"/>
      </w:pPr>
      <w:r w:rsidRPr="00C551FE">
        <w:t>Zadavatel požaduje předložení úředního oprávnění pro ověřování výsledků zeměměřických činností</w:t>
      </w:r>
      <w:r w:rsidR="00092CC9" w:rsidRPr="00C551FE">
        <w:t xml:space="preserve"> v </w:t>
      </w:r>
      <w:r w:rsidRPr="00C551FE">
        <w:t xml:space="preserve">rozsahu dle § 13 odst. 1 písm. </w:t>
      </w:r>
      <w:r w:rsidRPr="00C551FE">
        <w:rPr>
          <w:rStyle w:val="Tun9b"/>
        </w:rPr>
        <w:t>a)</w:t>
      </w:r>
      <w:r w:rsidR="00845C50" w:rsidRPr="00C551FE">
        <w:rPr>
          <w:rStyle w:val="Tun9b"/>
        </w:rPr>
        <w:t xml:space="preserve"> </w:t>
      </w:r>
      <w:r w:rsidR="00845C50" w:rsidRPr="00C551FE">
        <w:rPr>
          <w:rStyle w:val="Tun9b"/>
          <w:b w:val="0"/>
        </w:rPr>
        <w:t>a </w:t>
      </w:r>
      <w:r w:rsidRPr="00C551FE">
        <w:rPr>
          <w:rStyle w:val="Tun9b"/>
        </w:rPr>
        <w:t>c)</w:t>
      </w:r>
      <w:r w:rsidRPr="00C551FE">
        <w:t xml:space="preserve"> zákona č. 200/1994 Sb.,</w:t>
      </w:r>
      <w:r w:rsidR="00092CC9" w:rsidRPr="00C551FE">
        <w:t xml:space="preserve"> o </w:t>
      </w:r>
      <w:r w:rsidRPr="00C551FE">
        <w:t>zeměměřictví</w:t>
      </w:r>
      <w:r w:rsidR="00845C50" w:rsidRPr="00C551FE">
        <w:t xml:space="preserve"> a</w:t>
      </w:r>
      <w:r w:rsidR="00092CC9" w:rsidRPr="00C551FE">
        <w:t xml:space="preserve"> o </w:t>
      </w:r>
      <w:r w:rsidRPr="00C551FE">
        <w:t>změně</w:t>
      </w:r>
      <w:r w:rsidR="00845C50" w:rsidRPr="00C551FE">
        <w:t xml:space="preserve"> a </w:t>
      </w:r>
      <w:r w:rsidRPr="00C551FE">
        <w:t>doplnění některých</w:t>
      </w:r>
      <w:r>
        <w:t xml:space="preserve"> zákonů souvisejících</w:t>
      </w:r>
      <w:r w:rsidR="00845C50">
        <w:t xml:space="preserve"> s </w:t>
      </w:r>
      <w:r>
        <w:t>jeho zavedením, ve znění pozdějších předpisů.</w:t>
      </w:r>
    </w:p>
    <w:p w14:paraId="5B321FA2" w14:textId="77777777" w:rsidR="00211F3A" w:rsidRPr="00211F3A" w:rsidRDefault="00211F3A" w:rsidP="00211F3A">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BB7A5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C551FE">
        <w:t xml:space="preserve">stavbách železničních drah </w:t>
      </w:r>
      <w:r w:rsidR="00C551FE" w:rsidRPr="00C551FE">
        <w:t>celostátních či regionálních</w:t>
      </w:r>
      <w:r w:rsidRPr="00C551FE">
        <w:t>, jak jsou vymezeny v § 5 odst. 1 a v § 3 odst. 1</w:t>
      </w:r>
      <w:r w:rsidR="00C551FE" w:rsidRPr="00C551FE">
        <w:t xml:space="preserve"> písm. a) a b)</w:t>
      </w:r>
      <w:r w:rsidRPr="00C551FE">
        <w:t xml:space="preserve"> zákona č. 266/1994 Sb., o dráhách</w:t>
      </w:r>
      <w:r w:rsidR="00C551FE" w:rsidRPr="00C551FE">
        <w:t>, ve znění pozdějších předpisů</w:t>
      </w:r>
      <w:r w:rsidR="00F6113F" w:rsidRPr="00C551FE">
        <w:t xml:space="preserve">, </w:t>
      </w:r>
      <w:r w:rsidR="00373447" w:rsidRPr="00C551FE">
        <w:t xml:space="preserve">poskytnutých dodavatelem </w:t>
      </w:r>
      <w:r w:rsidRPr="00C551FE">
        <w:t>za posledních 5</w:t>
      </w:r>
      <w:r w:rsidR="00C551FE" w:rsidRPr="00C551FE">
        <w:t xml:space="preserve"> let</w:t>
      </w:r>
      <w:r w:rsidRPr="00C551FE">
        <w:t xml:space="preserve"> před zahájením výběrového řízení (dále jako</w:t>
      </w:r>
      <w:r>
        <w:t xml:space="preserve"> „</w:t>
      </w:r>
      <w:r w:rsidRPr="00F95A2C">
        <w:rPr>
          <w:b/>
        </w:rPr>
        <w:t>stavební práce</w:t>
      </w:r>
      <w:r>
        <w:t xml:space="preserve">“). </w:t>
      </w:r>
    </w:p>
    <w:p w14:paraId="75483CB0" w14:textId="5768FFB4" w:rsidR="00625F8B" w:rsidRDefault="00625F8B" w:rsidP="00625F8B">
      <w:pPr>
        <w:pStyle w:val="Textbezslovn"/>
      </w:pPr>
      <w:r>
        <w:t xml:space="preserve">Zadavatel požaduje, aby dodavatel předložil i </w:t>
      </w:r>
      <w:r w:rsidRPr="00625F8B">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00443EB8">
        <w:rPr>
          <w:b/>
        </w:rPr>
        <w:t>24 000 000</w:t>
      </w:r>
      <w:r w:rsidRPr="00625F8B">
        <w:rPr>
          <w:b/>
        </w:rPr>
        <w:t>,- Kč</w:t>
      </w:r>
      <w:r>
        <w:t xml:space="preserve"> bez DPH, </w:t>
      </w:r>
      <w:r w:rsidRPr="00625F8B">
        <w:rPr>
          <w:b/>
        </w:rPr>
        <w:t>jejichž součástí byla</w:t>
      </w:r>
      <w:r>
        <w:t xml:space="preserve"> </w:t>
      </w:r>
      <w:r w:rsidR="00AF683D">
        <w:rPr>
          <w:b/>
        </w:rPr>
        <w:t>novostavba,</w:t>
      </w:r>
      <w:r w:rsidRPr="00625F8B">
        <w:rPr>
          <w:b/>
        </w:rPr>
        <w:t xml:space="preserve"> rekonstrukce </w:t>
      </w:r>
      <w:r w:rsidR="00AF683D">
        <w:rPr>
          <w:b/>
        </w:rPr>
        <w:t xml:space="preserve">nebo oprava </w:t>
      </w:r>
      <w:r w:rsidRPr="00625F8B">
        <w:rPr>
          <w:b/>
        </w:rPr>
        <w:t>přejezdového zabezpečovacího zařízení (dále jen „PZZ“)</w:t>
      </w:r>
      <w:r w:rsidR="00AF683D">
        <w:rPr>
          <w:b/>
        </w:rPr>
        <w:t>, železničního spodku a svršku a nástupiště.</w:t>
      </w:r>
      <w:r>
        <w:t xml:space="preserve"> </w:t>
      </w:r>
    </w:p>
    <w:p w14:paraId="6F4D1369" w14:textId="14FCBB09" w:rsidR="00625F8B" w:rsidRDefault="00625F8B" w:rsidP="00625F8B">
      <w:pPr>
        <w:pStyle w:val="Textbezslovn"/>
      </w:pPr>
      <w:r>
        <w:t>Zadavatel dále požaduje, aby hodnota plnění</w:t>
      </w:r>
      <w:r w:rsidR="00AF683D">
        <w:t xml:space="preserve"> spočívajícího v novostavbě,</w:t>
      </w:r>
      <w:r>
        <w:t xml:space="preserve"> rekonstrukci</w:t>
      </w:r>
      <w:r w:rsidR="00AF683D">
        <w:t xml:space="preserve"> nebo opravě</w:t>
      </w:r>
      <w:r>
        <w:t xml:space="preserve"> PZZ v těchto stavebních pracích činila v součtu alespoň </w:t>
      </w:r>
      <w:r w:rsidRPr="00625F8B">
        <w:rPr>
          <w:b/>
        </w:rPr>
        <w:t>5 800 000,- Kč</w:t>
      </w:r>
      <w:r>
        <w:t xml:space="preserve"> bez DPH (částka 5,8 mil Kč bez DPH s</w:t>
      </w:r>
      <w:r w:rsidR="00F07DD3">
        <w:t xml:space="preserve">e vztahuje k hodnotě novostavby, </w:t>
      </w:r>
      <w:r>
        <w:t>rekonstrukce</w:t>
      </w:r>
      <w:r w:rsidR="00F07DD3">
        <w:t xml:space="preserve"> nebo opravy</w:t>
      </w:r>
      <w:r>
        <w:t xml:space="preserve"> PZZ, nikoli k hodnotě stavebních prací, tj. zakázek jako celku) s tím, že u každé jednotlivé stavební práce musí hodnota plnění spočívajícího v</w:t>
      </w:r>
      <w:r w:rsidR="00F07DD3">
        <w:t> </w:t>
      </w:r>
      <w:r>
        <w:t>novostavbě</w:t>
      </w:r>
      <w:r w:rsidR="00F07DD3">
        <w:t xml:space="preserve">, </w:t>
      </w:r>
      <w:r>
        <w:t>rekonstrukci</w:t>
      </w:r>
      <w:r w:rsidR="00F07DD3">
        <w:t xml:space="preserve"> nebo opravě</w:t>
      </w:r>
      <w:r>
        <w:t xml:space="preserve"> PZZ v těchto stavebních pracích činit alespoň </w:t>
      </w:r>
      <w:r w:rsidR="00443EB8">
        <w:rPr>
          <w:b/>
        </w:rPr>
        <w:t>4 800 000</w:t>
      </w:r>
      <w:r w:rsidRPr="00625F8B">
        <w:rPr>
          <w:b/>
        </w:rPr>
        <w:t>,- Kč</w:t>
      </w:r>
      <w:r>
        <w:t xml:space="preserve"> </w:t>
      </w:r>
      <w:r>
        <w:lastRenderedPageBreak/>
        <w:t>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7AEE9D80" w:rsidR="00F95A2C" w:rsidRDefault="00625F8B" w:rsidP="00625F8B">
      <w:pPr>
        <w:pStyle w:val="Textbezslovn"/>
      </w:pPr>
      <w:r>
        <w:t xml:space="preserve">Pro odstranění pochybností zadavatel uvádí, že požadavek kritéria technické kvalifikace na doložení stavebních prací v součtu za posledních </w:t>
      </w:r>
      <w:r w:rsidRPr="00625F8B">
        <w:rPr>
          <w:b/>
        </w:rPr>
        <w:t>5 let</w:t>
      </w:r>
      <w:r>
        <w:t xml:space="preserve"> lze splnit předložením seznamu a osvědčení o řádném poskytnutí a dokončení i pouze jediné stavební práce, jejíž hodnota představuje současně alespoň požadovanou hodnotu stavebních prací v součtu za posledních </w:t>
      </w:r>
      <w:r w:rsidRPr="00625F8B">
        <w:rPr>
          <w:b/>
        </w:rPr>
        <w:t>5 let</w:t>
      </w:r>
      <w:r>
        <w:t xml:space="preserve"> a splňuje i další požadavky zadavatele na předmět plnění.</w:t>
      </w:r>
    </w:p>
    <w:p w14:paraId="0AE22EFF" w14:textId="6F384271" w:rsidR="00CD2B30" w:rsidRDefault="003D42AA" w:rsidP="00733F8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733F8D">
        <w:t>sů (dále jen „stavební zákon“).</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BC8F51D" w:rsidR="00CD2B30" w:rsidRDefault="003D42AA" w:rsidP="00733F8D">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33F8D">
        <w:t xml:space="preserve">posledních </w:t>
      </w:r>
      <w:r w:rsidRPr="00733F8D">
        <w:t xml:space="preserve">5 let </w:t>
      </w:r>
      <w:r w:rsidR="0087311C" w:rsidRPr="00733F8D">
        <w:t xml:space="preserve">před zahájením výběrového řízení </w:t>
      </w:r>
      <w:r w:rsidRPr="00733F8D">
        <w:t xml:space="preserve">se </w:t>
      </w:r>
      <w:r w:rsidR="0087311C" w:rsidRPr="00733F8D">
        <w:t xml:space="preserve">pro účely prokázání technické kvalifikace ohledně referenčních zakázek </w:t>
      </w:r>
      <w:r w:rsidRPr="00733F8D">
        <w:t xml:space="preserve">považuje za splněnou, pokud byly stavební práce </w:t>
      </w:r>
      <w:r w:rsidR="0087311C" w:rsidRPr="00733F8D">
        <w:t xml:space="preserve">dokončeny </w:t>
      </w:r>
      <w:r w:rsidRPr="00733F8D">
        <w:t>v průběhu této doby</w:t>
      </w:r>
      <w:r w:rsidR="0087311C" w:rsidRPr="00733F8D">
        <w:t xml:space="preserve"> nebo kdykoli po zahájení výběrového řízení, včetně doby po podání nabídek, a to nejpozději do doby zadavatelem případně stanovené k předložení údajů a dokladů dle bodu 16.3 této Výzvy. P</w:t>
      </w:r>
      <w:r w:rsidRPr="00733F8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33F8D">
        <w:t xml:space="preserve">pro účely prokázání technické kvalifikace v tomto výběrovém řízení </w:t>
      </w:r>
      <w:r w:rsidRPr="00733F8D">
        <w:t xml:space="preserve">rozumí </w:t>
      </w:r>
      <w:r w:rsidR="000E15C8" w:rsidRPr="00733F8D">
        <w:t xml:space="preserve">i </w:t>
      </w:r>
      <w:r w:rsidRPr="00733F8D">
        <w:t>uvedení díla</w:t>
      </w:r>
      <w:r w:rsidR="000E15C8" w:rsidRPr="00733F8D">
        <w:t>, resp. poslední části</w:t>
      </w:r>
      <w:r w:rsidR="00560665" w:rsidRPr="00733F8D">
        <w:t xml:space="preserve"> stavební práce</w:t>
      </w:r>
      <w:r w:rsidR="000E15C8" w:rsidRPr="00733F8D">
        <w:t>,</w:t>
      </w:r>
      <w:r w:rsidRPr="00733F8D">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22F7A0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443EB8" w:rsidRDefault="0035531B" w:rsidP="00EF4DAC">
      <w:pPr>
        <w:pStyle w:val="Odstavec1-1a"/>
        <w:numPr>
          <w:ilvl w:val="0"/>
          <w:numId w:val="11"/>
        </w:numPr>
        <w:rPr>
          <w:rStyle w:val="Tun9b"/>
        </w:rPr>
      </w:pPr>
      <w:r w:rsidRPr="00443EB8">
        <w:rPr>
          <w:rStyle w:val="Tun9b"/>
        </w:rPr>
        <w:t>stavbyvedoucí</w:t>
      </w:r>
    </w:p>
    <w:p w14:paraId="3628F9BB" w14:textId="77777777" w:rsidR="0035531B" w:rsidRPr="00443EB8" w:rsidRDefault="0035531B" w:rsidP="00930B79">
      <w:pPr>
        <w:pStyle w:val="Odrka1-2-"/>
      </w:pPr>
      <w:r w:rsidRPr="00443EB8">
        <w:t>minimálně středoškolské vzdělání;</w:t>
      </w:r>
    </w:p>
    <w:p w14:paraId="5D013D3E" w14:textId="77777777" w:rsidR="0035531B" w:rsidRPr="00793984" w:rsidRDefault="0035531B" w:rsidP="00930B79">
      <w:pPr>
        <w:pStyle w:val="Odrka1-2-"/>
      </w:pPr>
      <w:r w:rsidRPr="00793984">
        <w:t>nejméně 5 let praxe</w:t>
      </w:r>
      <w:r w:rsidR="00092CC9" w:rsidRPr="00793984">
        <w:t xml:space="preserve"> v </w:t>
      </w:r>
      <w:r w:rsidRPr="00793984">
        <w:t xml:space="preserve">řízení provádění staveb železničních drah; </w:t>
      </w:r>
    </w:p>
    <w:p w14:paraId="13976A36" w14:textId="04419402" w:rsidR="0035531B" w:rsidRPr="00793984" w:rsidRDefault="00AF4A09" w:rsidP="00AF4A09">
      <w:pPr>
        <w:pStyle w:val="Odrka1-2-"/>
      </w:pPr>
      <w:r w:rsidRPr="00793984">
        <w:t xml:space="preserve">zkušenost s řízením realizace alespoň jedné zakázky </w:t>
      </w:r>
      <w:r w:rsidR="00642162" w:rsidRPr="00793984">
        <w:t>na stavební práce, jež zahrnovala novostavbu, rekonstrukci nebo opravu</w:t>
      </w:r>
      <w:r w:rsidRPr="00793984">
        <w:t xml:space="preserve"> stavby železničních drah v hodnotě nejméně </w:t>
      </w:r>
      <w:r w:rsidR="00013945" w:rsidRPr="008D711A">
        <w:rPr>
          <w:b/>
        </w:rPr>
        <w:t>12 000 000</w:t>
      </w:r>
      <w:r w:rsidR="00013945" w:rsidRPr="00793984">
        <w:t>,-</w:t>
      </w:r>
      <w:r w:rsidRPr="00793984">
        <w:t xml:space="preserve"> </w:t>
      </w:r>
      <w:r w:rsidRPr="00793984">
        <w:rPr>
          <w:b/>
        </w:rPr>
        <w:t xml:space="preserve">Kč </w:t>
      </w:r>
      <w:r w:rsidRPr="00793984">
        <w:t>bez DPH, a to v posledních 10 letech před zahájením výběrového řízení</w:t>
      </w:r>
      <w:r w:rsidR="00013945" w:rsidRPr="00793984">
        <w:t xml:space="preserve">, </w:t>
      </w:r>
      <w:r w:rsidRPr="00793984">
        <w:t xml:space="preserve">jejímž předmětem byla mimo jiné </w:t>
      </w:r>
      <w:r w:rsidR="00BE3236" w:rsidRPr="00793984">
        <w:t xml:space="preserve">novostavba, </w:t>
      </w:r>
      <w:r w:rsidRPr="00793984">
        <w:t xml:space="preserve">rekonstrukce nebo </w:t>
      </w:r>
      <w:r w:rsidR="00BE3236" w:rsidRPr="00793984">
        <w:t>oprava</w:t>
      </w:r>
      <w:r w:rsidR="00481047" w:rsidRPr="00793984">
        <w:t xml:space="preserve"> </w:t>
      </w:r>
      <w:r w:rsidR="00793984" w:rsidRPr="00793984">
        <w:t>PZZ</w:t>
      </w:r>
      <w:r w:rsidR="0035531B" w:rsidRPr="00793984">
        <w:t>;</w:t>
      </w:r>
    </w:p>
    <w:p w14:paraId="32D268AB" w14:textId="540B0395" w:rsidR="0035531B" w:rsidRPr="008D711A" w:rsidRDefault="0035531B" w:rsidP="00AD1771">
      <w:pPr>
        <w:pStyle w:val="Odrka1-2-"/>
      </w:pPr>
      <w:r w:rsidRPr="00793984">
        <w:t>musí předložit doklad</w:t>
      </w:r>
      <w:r w:rsidR="00092CC9" w:rsidRPr="00793984">
        <w:t xml:space="preserve"> o </w:t>
      </w:r>
      <w:r w:rsidRPr="00793984">
        <w:t>autorizaci</w:t>
      </w:r>
      <w:r w:rsidR="00092CC9" w:rsidRPr="00793984">
        <w:t xml:space="preserve"> v </w:t>
      </w:r>
      <w:r w:rsidR="0077281F">
        <w:t>rozsahu dle § 5 odst. 3 písm.</w:t>
      </w:r>
      <w:r w:rsidR="00793984" w:rsidRPr="00793984">
        <w:t xml:space="preserve"> </w:t>
      </w:r>
      <w:r w:rsidR="00793984" w:rsidRPr="00793984">
        <w:rPr>
          <w:b/>
        </w:rPr>
        <w:t>e)</w:t>
      </w:r>
      <w:r w:rsidRPr="00793984">
        <w:t xml:space="preserve"> </w:t>
      </w:r>
      <w:r w:rsidR="007476A8" w:rsidRPr="00793984">
        <w:t xml:space="preserve">autorizačního </w:t>
      </w:r>
      <w:r w:rsidRPr="00793984">
        <w:t>zákona, tedy</w:t>
      </w:r>
      <w:r w:rsidR="00092CC9" w:rsidRPr="00793984">
        <w:t xml:space="preserve"> v </w:t>
      </w:r>
      <w:r w:rsidRPr="00793984">
        <w:t xml:space="preserve">oboru </w:t>
      </w:r>
      <w:r w:rsidR="00793984" w:rsidRPr="00793984">
        <w:rPr>
          <w:b/>
        </w:rPr>
        <w:t xml:space="preserve">technologická </w:t>
      </w:r>
      <w:r w:rsidR="00793984" w:rsidRPr="008D711A">
        <w:rPr>
          <w:b/>
        </w:rPr>
        <w:t>zařízení staveb</w:t>
      </w:r>
      <w:r w:rsidRPr="008D711A">
        <w:t>;</w:t>
      </w:r>
    </w:p>
    <w:p w14:paraId="4D0633CC" w14:textId="77777777" w:rsidR="0035531B" w:rsidRPr="008D711A" w:rsidRDefault="0035531B" w:rsidP="00930B79">
      <w:pPr>
        <w:pStyle w:val="Odstavec1-1a"/>
        <w:rPr>
          <w:rStyle w:val="Tun9b"/>
        </w:rPr>
      </w:pPr>
      <w:r w:rsidRPr="008D711A">
        <w:rPr>
          <w:rStyle w:val="Tun9b"/>
        </w:rPr>
        <w:t>zástupce stavbyvedoucího</w:t>
      </w:r>
    </w:p>
    <w:p w14:paraId="01FE047C" w14:textId="77777777" w:rsidR="0035531B" w:rsidRPr="008D711A" w:rsidRDefault="0035531B" w:rsidP="00930B79">
      <w:pPr>
        <w:pStyle w:val="Odrka1-2-"/>
      </w:pPr>
      <w:r w:rsidRPr="008D711A">
        <w:t>minimálně středoškolské vzdělání;</w:t>
      </w:r>
    </w:p>
    <w:p w14:paraId="0D17DEA6" w14:textId="77777777" w:rsidR="0077281F" w:rsidRPr="00793984" w:rsidRDefault="0035531B" w:rsidP="0077281F">
      <w:pPr>
        <w:pStyle w:val="Odrka1-2-"/>
      </w:pPr>
      <w:r w:rsidRPr="008D711A">
        <w:t>nejméně 5 let praxe</w:t>
      </w:r>
      <w:r w:rsidR="00092CC9" w:rsidRPr="008D711A">
        <w:t xml:space="preserve"> v </w:t>
      </w:r>
      <w:r w:rsidRPr="008D711A">
        <w:t xml:space="preserve"> </w:t>
      </w:r>
      <w:r w:rsidR="0077281F" w:rsidRPr="00793984">
        <w:t xml:space="preserve">řízení provádění staveb železničních drah; </w:t>
      </w:r>
    </w:p>
    <w:p w14:paraId="67C54FCF" w14:textId="5D703C8C" w:rsidR="0077281F" w:rsidRPr="00793984" w:rsidRDefault="0077281F" w:rsidP="0077281F">
      <w:pPr>
        <w:pStyle w:val="Odrka1-2-"/>
      </w:pPr>
      <w:r w:rsidRPr="00793984">
        <w:t xml:space="preserve">zkušenost s řízením realizace alespoň jedné zakázky na stavební práce, jež zahrnovala novostavbu, rekonstrukci nebo opravu stavby železničních drah v hodnotě nejméně </w:t>
      </w:r>
      <w:r w:rsidRPr="008D711A">
        <w:rPr>
          <w:b/>
        </w:rPr>
        <w:t>12 000 000</w:t>
      </w:r>
      <w:r w:rsidRPr="00793984">
        <w:t xml:space="preserve">,- </w:t>
      </w:r>
      <w:r w:rsidRPr="00793984">
        <w:rPr>
          <w:b/>
        </w:rPr>
        <w:t xml:space="preserve">Kč </w:t>
      </w:r>
      <w:r w:rsidRPr="00793984">
        <w:t xml:space="preserve">bez DPH, a to v posledních 10 letech před </w:t>
      </w:r>
      <w:r w:rsidRPr="00793984">
        <w:lastRenderedPageBreak/>
        <w:t xml:space="preserve">zahájením výběrového řízení, jejímž předmětem byla mimo jiné novostavba, rekonstrukce nebo oprava </w:t>
      </w:r>
      <w:r>
        <w:t>železničního svršku a spodku a nástupiště</w:t>
      </w:r>
      <w:r w:rsidRPr="00793984">
        <w:t>;</w:t>
      </w:r>
    </w:p>
    <w:p w14:paraId="313F7F16" w14:textId="6CC443B9" w:rsidR="0035531B" w:rsidRPr="008D711A" w:rsidRDefault="0077281F" w:rsidP="0077281F">
      <w:pPr>
        <w:pStyle w:val="Odrka1-2-"/>
      </w:pPr>
      <w:r w:rsidRPr="00793984">
        <w:t xml:space="preserve">musí předložit doklad o autorizaci v rozsahu dle § 5 odst. 3 písm. </w:t>
      </w:r>
      <w:r w:rsidRPr="00793984">
        <w:rPr>
          <w:b/>
        </w:rPr>
        <w:t>b)</w:t>
      </w:r>
      <w:r w:rsidRPr="00793984">
        <w:t xml:space="preserve"> autorizačního zákona, tedy v oboru </w:t>
      </w:r>
      <w:r w:rsidRPr="00793984">
        <w:rPr>
          <w:b/>
        </w:rPr>
        <w:t>dopravní stavby</w:t>
      </w:r>
      <w:r w:rsidRPr="008D711A">
        <w:t>;</w:t>
      </w:r>
    </w:p>
    <w:p w14:paraId="6BFB38C9" w14:textId="77777777" w:rsidR="0035531B" w:rsidRPr="008D711A" w:rsidRDefault="0035531B" w:rsidP="00930B79">
      <w:pPr>
        <w:pStyle w:val="Odstavec1-1a"/>
        <w:rPr>
          <w:rStyle w:val="Tun9b"/>
        </w:rPr>
      </w:pPr>
      <w:r w:rsidRPr="008D711A">
        <w:rPr>
          <w:rStyle w:val="Tun9b"/>
        </w:rPr>
        <w:t>specialista (vedoucí prací) na železniční svršek</w:t>
      </w:r>
      <w:r w:rsidR="00AF4A09" w:rsidRPr="008D711A">
        <w:rPr>
          <w:rStyle w:val="Tun9b"/>
        </w:rPr>
        <w:t xml:space="preserve"> a spodek</w:t>
      </w:r>
      <w:r w:rsidRPr="008D711A">
        <w:rPr>
          <w:rStyle w:val="Tun9b"/>
        </w:rPr>
        <w:t xml:space="preserve"> </w:t>
      </w:r>
    </w:p>
    <w:p w14:paraId="1FBE64C1" w14:textId="77777777" w:rsidR="0035531B" w:rsidRPr="008D711A" w:rsidRDefault="0035531B" w:rsidP="00930B79">
      <w:pPr>
        <w:pStyle w:val="Odrka1-2-"/>
      </w:pPr>
      <w:r w:rsidRPr="008D711A">
        <w:t>minimálně středoškolské vzdělání;</w:t>
      </w:r>
    </w:p>
    <w:p w14:paraId="662C075E" w14:textId="77777777" w:rsidR="0035531B" w:rsidRPr="008D711A" w:rsidRDefault="0035531B" w:rsidP="00930B79">
      <w:pPr>
        <w:pStyle w:val="Odrka1-2-"/>
      </w:pPr>
      <w:r w:rsidRPr="008D711A">
        <w:t>nejméně 5 let praxe</w:t>
      </w:r>
      <w:r w:rsidR="00092CC9" w:rsidRPr="008D711A">
        <w:t xml:space="preserve"> v </w:t>
      </w:r>
      <w:r w:rsidRPr="008D711A">
        <w:t xml:space="preserve">oboru své specializace </w:t>
      </w:r>
      <w:r w:rsidR="00B07880" w:rsidRPr="008D711A">
        <w:t xml:space="preserve">(železniční svršek a spodek) </w:t>
      </w:r>
      <w:r w:rsidRPr="008D711A">
        <w:t>při provádění staveb;</w:t>
      </w:r>
    </w:p>
    <w:p w14:paraId="42239763" w14:textId="7C516829" w:rsidR="0035531B" w:rsidRPr="008D711A" w:rsidRDefault="008D711A" w:rsidP="008D711A">
      <w:pPr>
        <w:pStyle w:val="Odrka1-2-"/>
      </w:pPr>
      <w:r w:rsidRPr="008D711A">
        <w:t xml:space="preserve">musí předložit doklad o autorizaci v rozsahu dle § 5 odst. 3 písm. </w:t>
      </w:r>
      <w:r w:rsidRPr="008D711A">
        <w:rPr>
          <w:b/>
        </w:rPr>
        <w:t>b)</w:t>
      </w:r>
      <w:r w:rsidRPr="008D711A">
        <w:t xml:space="preserve"> autorizačního zákona, tedy v oboru </w:t>
      </w:r>
      <w:r w:rsidRPr="008D711A">
        <w:rPr>
          <w:b/>
        </w:rPr>
        <w:t>dopravní stavby</w:t>
      </w:r>
      <w:r w:rsidR="0035531B" w:rsidRPr="008D711A">
        <w:t>;</w:t>
      </w:r>
    </w:p>
    <w:p w14:paraId="4B856CAB" w14:textId="77777777" w:rsidR="0035531B" w:rsidRPr="008D711A" w:rsidRDefault="0035531B" w:rsidP="008B2021">
      <w:pPr>
        <w:pStyle w:val="Odstavec1-1a"/>
        <w:rPr>
          <w:rStyle w:val="Tun9b"/>
        </w:rPr>
      </w:pPr>
      <w:r w:rsidRPr="008D711A">
        <w:rPr>
          <w:rStyle w:val="Tun9b"/>
        </w:rPr>
        <w:t xml:space="preserve">specialista (vedoucí prací) na </w:t>
      </w:r>
      <w:r w:rsidR="00AF4A09" w:rsidRPr="008D711A">
        <w:rPr>
          <w:rStyle w:val="Tun9b"/>
        </w:rPr>
        <w:t xml:space="preserve">sdělovací a </w:t>
      </w:r>
      <w:r w:rsidRPr="008D711A">
        <w:rPr>
          <w:rStyle w:val="Tun9b"/>
        </w:rPr>
        <w:t>zabezpečovací zařízení</w:t>
      </w:r>
    </w:p>
    <w:p w14:paraId="58A6AC12" w14:textId="77777777" w:rsidR="0035531B" w:rsidRPr="008D711A" w:rsidRDefault="0035531B" w:rsidP="008B2021">
      <w:pPr>
        <w:pStyle w:val="Odrka1-2-"/>
      </w:pPr>
      <w:r w:rsidRPr="008D711A">
        <w:t>minimálně středoškolské vzdělání;</w:t>
      </w:r>
    </w:p>
    <w:p w14:paraId="0D24011D" w14:textId="77777777" w:rsidR="0035531B" w:rsidRPr="008D711A" w:rsidRDefault="0035531B" w:rsidP="008B2021">
      <w:pPr>
        <w:pStyle w:val="Odrka1-2-"/>
      </w:pPr>
      <w:r w:rsidRPr="008D711A">
        <w:t>nejméně 5 let praxe</w:t>
      </w:r>
      <w:r w:rsidR="00092CC9" w:rsidRPr="008D711A">
        <w:t xml:space="preserve"> v </w:t>
      </w:r>
      <w:r w:rsidRPr="008D711A">
        <w:t xml:space="preserve">oboru své specializace </w:t>
      </w:r>
      <w:r w:rsidR="00B07880" w:rsidRPr="008D711A">
        <w:t xml:space="preserve">(sdělovací a zabezpečovací zařízení) </w:t>
      </w:r>
      <w:r w:rsidRPr="008D711A">
        <w:t>při provádění staveb;</w:t>
      </w:r>
    </w:p>
    <w:p w14:paraId="394B6F75" w14:textId="020543AC" w:rsidR="0035531B" w:rsidRPr="008D711A" w:rsidRDefault="0035531B" w:rsidP="008B2021">
      <w:pPr>
        <w:pStyle w:val="Odrka1-2-"/>
      </w:pPr>
      <w:r w:rsidRPr="008D711A">
        <w:t>musí předložit doklad</w:t>
      </w:r>
      <w:r w:rsidR="00092CC9" w:rsidRPr="008D711A">
        <w:t xml:space="preserve"> o </w:t>
      </w:r>
      <w:r w:rsidRPr="008D711A">
        <w:t>autorizaci</w:t>
      </w:r>
      <w:r w:rsidR="00092CC9" w:rsidRPr="008D711A">
        <w:t xml:space="preserve"> v </w:t>
      </w:r>
      <w:r w:rsidRPr="008D711A">
        <w:t>r</w:t>
      </w:r>
      <w:r w:rsidR="008D711A" w:rsidRPr="008D711A">
        <w:t xml:space="preserve">ozsahu dle § 5 odst. 3 písm. </w:t>
      </w:r>
      <w:r w:rsidR="008D711A" w:rsidRPr="008D711A">
        <w:rPr>
          <w:b/>
        </w:rPr>
        <w:t>e)</w:t>
      </w:r>
      <w:r w:rsidRPr="008D711A">
        <w:t xml:space="preserve"> autorizačního zákona, tedy</w:t>
      </w:r>
      <w:r w:rsidR="00092CC9" w:rsidRPr="008D711A">
        <w:t xml:space="preserve"> v </w:t>
      </w:r>
      <w:r w:rsidRPr="008D711A">
        <w:t xml:space="preserve">oboru </w:t>
      </w:r>
      <w:r w:rsidRPr="008D711A">
        <w:rPr>
          <w:b/>
        </w:rPr>
        <w:t>technologická zařízení staveb</w:t>
      </w:r>
      <w:r w:rsidRPr="008D711A">
        <w:t>;</w:t>
      </w:r>
    </w:p>
    <w:p w14:paraId="1DFF9EA4" w14:textId="73F1DFD9" w:rsidR="0035531B" w:rsidRPr="003E2ED1" w:rsidRDefault="0035531B" w:rsidP="008B2021">
      <w:pPr>
        <w:pStyle w:val="Odstavec1-1a"/>
        <w:rPr>
          <w:rStyle w:val="Tun9b"/>
        </w:rPr>
      </w:pPr>
      <w:r w:rsidRPr="003E2ED1">
        <w:rPr>
          <w:rStyle w:val="Tun9b"/>
        </w:rPr>
        <w:t>specialista (</w:t>
      </w:r>
      <w:r w:rsidR="003E2ED1" w:rsidRPr="003E2ED1">
        <w:rPr>
          <w:rStyle w:val="Tun9b"/>
        </w:rPr>
        <w:t xml:space="preserve">vedoucí prací) na </w:t>
      </w:r>
      <w:r w:rsidR="00AF4A09" w:rsidRPr="003E2ED1">
        <w:rPr>
          <w:rStyle w:val="Tun9b"/>
        </w:rPr>
        <w:t>silnoproud</w:t>
      </w:r>
      <w:r w:rsidRPr="003E2ED1">
        <w:rPr>
          <w:rStyle w:val="Tun9b"/>
        </w:rPr>
        <w:t xml:space="preserve"> </w:t>
      </w:r>
    </w:p>
    <w:p w14:paraId="7275C9D3" w14:textId="77777777" w:rsidR="0035531B" w:rsidRPr="003E2ED1" w:rsidRDefault="0035531B" w:rsidP="008B2021">
      <w:pPr>
        <w:pStyle w:val="Odrka1-2-"/>
      </w:pPr>
      <w:r w:rsidRPr="003E2ED1">
        <w:t>minimálně středoškolské vzdělání;</w:t>
      </w:r>
    </w:p>
    <w:p w14:paraId="2BCC9219" w14:textId="7C1A0917" w:rsidR="0035531B" w:rsidRPr="003E2ED1" w:rsidRDefault="0035531B" w:rsidP="008B2021">
      <w:pPr>
        <w:pStyle w:val="Odrka1-2-"/>
      </w:pPr>
      <w:r w:rsidRPr="003E2ED1">
        <w:t>nejméně 5 let praxe</w:t>
      </w:r>
      <w:r w:rsidR="00092CC9" w:rsidRPr="003E2ED1">
        <w:t xml:space="preserve"> v </w:t>
      </w:r>
      <w:r w:rsidRPr="003E2ED1">
        <w:t xml:space="preserve">oboru své specializace </w:t>
      </w:r>
      <w:r w:rsidR="003E2ED1" w:rsidRPr="003E2ED1">
        <w:t>(</w:t>
      </w:r>
      <w:r w:rsidR="00B07880" w:rsidRPr="003E2ED1">
        <w:t xml:space="preserve">silnoproud) </w:t>
      </w:r>
      <w:r w:rsidRPr="003E2ED1">
        <w:t>při provádění staveb;</w:t>
      </w:r>
    </w:p>
    <w:p w14:paraId="620D9907" w14:textId="369A282F" w:rsidR="0035531B" w:rsidRPr="003E2ED1" w:rsidRDefault="0035531B" w:rsidP="008B2021">
      <w:pPr>
        <w:pStyle w:val="Odrka1-2-"/>
      </w:pPr>
      <w:r w:rsidRPr="003E2ED1">
        <w:t>musí předložit doklad</w:t>
      </w:r>
      <w:r w:rsidR="00092CC9" w:rsidRPr="003E2ED1">
        <w:t xml:space="preserve"> o </w:t>
      </w:r>
      <w:r w:rsidRPr="003E2ED1">
        <w:t>autorizaci</w:t>
      </w:r>
      <w:r w:rsidR="00092CC9" w:rsidRPr="003E2ED1">
        <w:t xml:space="preserve"> v </w:t>
      </w:r>
      <w:r w:rsidRPr="003E2ED1">
        <w:t xml:space="preserve">rozsahu dle § 5 odst. 3 písm. </w:t>
      </w:r>
      <w:r w:rsidRPr="003E2ED1">
        <w:rPr>
          <w:b/>
        </w:rPr>
        <w:t>e)</w:t>
      </w:r>
      <w:r w:rsidRPr="003E2ED1">
        <w:t xml:space="preserve"> autorizačního zákona, tedy</w:t>
      </w:r>
      <w:r w:rsidR="00092CC9" w:rsidRPr="003E2ED1">
        <w:t xml:space="preserve"> v </w:t>
      </w:r>
      <w:r w:rsidRPr="003E2ED1">
        <w:t xml:space="preserve">oboru </w:t>
      </w:r>
      <w:r w:rsidRPr="003E2ED1">
        <w:rPr>
          <w:b/>
        </w:rPr>
        <w:t>technologická zařízení staveb</w:t>
      </w:r>
      <w:r w:rsidRPr="003E2ED1">
        <w:t>;</w:t>
      </w:r>
    </w:p>
    <w:p w14:paraId="423DBD67" w14:textId="77777777" w:rsidR="0035531B" w:rsidRPr="003E2ED1" w:rsidRDefault="0035531B" w:rsidP="008B2021">
      <w:pPr>
        <w:pStyle w:val="Odstavec1-1a"/>
        <w:rPr>
          <w:rStyle w:val="Tun9b"/>
        </w:rPr>
      </w:pPr>
      <w:r w:rsidRPr="003E2ED1">
        <w:rPr>
          <w:rStyle w:val="Tun9b"/>
        </w:rPr>
        <w:t>osoba odpovědná za bezpečnost</w:t>
      </w:r>
      <w:r w:rsidR="00845C50" w:rsidRPr="003E2ED1">
        <w:rPr>
          <w:rStyle w:val="Tun9b"/>
        </w:rPr>
        <w:t xml:space="preserve"> a </w:t>
      </w:r>
      <w:r w:rsidRPr="003E2ED1">
        <w:rPr>
          <w:rStyle w:val="Tun9b"/>
        </w:rPr>
        <w:t>ochranu zdraví při práci</w:t>
      </w:r>
    </w:p>
    <w:p w14:paraId="5597FD0C" w14:textId="77777777" w:rsidR="0035531B" w:rsidRPr="003E2ED1" w:rsidRDefault="0035531B" w:rsidP="008B2021">
      <w:pPr>
        <w:pStyle w:val="Odrka1-2-"/>
      </w:pPr>
      <w:r w:rsidRPr="003E2ED1">
        <w:t>minimálně středoškolské vzdělání;</w:t>
      </w:r>
    </w:p>
    <w:p w14:paraId="42D38D07" w14:textId="77777777" w:rsidR="0035531B" w:rsidRPr="003E2ED1" w:rsidRDefault="0035531B" w:rsidP="008B2021">
      <w:pPr>
        <w:pStyle w:val="Odrka1-2-"/>
      </w:pPr>
      <w:r w:rsidRPr="003E2ED1">
        <w:t>nejméně 5 let praxe</w:t>
      </w:r>
      <w:r w:rsidR="00092CC9" w:rsidRPr="003E2ED1">
        <w:t xml:space="preserve"> v </w:t>
      </w:r>
      <w:r w:rsidRPr="003E2ED1">
        <w:t>oboru bezpečnosti</w:t>
      </w:r>
      <w:r w:rsidR="00845C50" w:rsidRPr="003E2ED1">
        <w:t xml:space="preserve"> a </w:t>
      </w:r>
      <w:r w:rsidRPr="003E2ED1">
        <w:t>ochrany zdraví při práci;</w:t>
      </w:r>
    </w:p>
    <w:p w14:paraId="3EC1E69A" w14:textId="77777777" w:rsidR="0035531B" w:rsidRPr="003E2ED1" w:rsidRDefault="0035531B" w:rsidP="008B2021">
      <w:pPr>
        <w:pStyle w:val="Odstavec1-1a"/>
        <w:rPr>
          <w:rStyle w:val="Tun9b"/>
        </w:rPr>
      </w:pPr>
      <w:r w:rsidRPr="003E2ED1">
        <w:rPr>
          <w:rStyle w:val="Tun9b"/>
        </w:rPr>
        <w:t>úředně oprávněný zeměměřický inženýr</w:t>
      </w:r>
    </w:p>
    <w:p w14:paraId="2FB873C5" w14:textId="32F2602D" w:rsidR="0035531B" w:rsidRPr="003F68F5" w:rsidRDefault="0035531B" w:rsidP="008B2021">
      <w:pPr>
        <w:pStyle w:val="Odrka1-2-"/>
      </w:pPr>
      <w:r w:rsidRPr="003E2ED1">
        <w:t>oprávnění pro ověřování výsledků zeměměřických činností</w:t>
      </w:r>
      <w:r w:rsidR="00092CC9" w:rsidRPr="003E2ED1">
        <w:t xml:space="preserve"> v </w:t>
      </w:r>
      <w:r w:rsidRPr="003E2ED1">
        <w:t xml:space="preserve">rozsahu dle § 13 odst. 1 písm. </w:t>
      </w:r>
      <w:r w:rsidRPr="003E2ED1">
        <w:rPr>
          <w:b/>
        </w:rPr>
        <w:t>a)</w:t>
      </w:r>
      <w:r w:rsidR="00845C50" w:rsidRPr="003E2ED1">
        <w:t xml:space="preserve"> a </w:t>
      </w:r>
      <w:r w:rsidRPr="003E2ED1">
        <w:rPr>
          <w:b/>
        </w:rPr>
        <w:t>c)</w:t>
      </w:r>
      <w:r w:rsidRPr="003E2ED1">
        <w:t xml:space="preserve"> zákona č. 200/1994 Sb.,</w:t>
      </w:r>
      <w:r w:rsidR="00092CC9" w:rsidRPr="003E2ED1">
        <w:t xml:space="preserve"> o </w:t>
      </w:r>
      <w:r w:rsidRPr="003E2ED1">
        <w:t>zeměměřictví</w:t>
      </w:r>
      <w:r w:rsidR="00845C50" w:rsidRPr="003E2ED1">
        <w:t xml:space="preserve"> a</w:t>
      </w:r>
      <w:r w:rsidR="00092CC9" w:rsidRPr="003E2ED1">
        <w:t xml:space="preserve"> o </w:t>
      </w:r>
      <w:r w:rsidRPr="003E2ED1">
        <w:t>změně</w:t>
      </w:r>
      <w:r w:rsidR="00845C50" w:rsidRPr="003E2ED1">
        <w:t xml:space="preserve"> </w:t>
      </w:r>
      <w:r w:rsidR="00845C50" w:rsidRPr="003F68F5">
        <w:t>a </w:t>
      </w:r>
      <w:r w:rsidRPr="003F68F5">
        <w:t>doplnění některých zákonů souvisejících</w:t>
      </w:r>
      <w:r w:rsidR="00845C50" w:rsidRPr="003F68F5">
        <w:t xml:space="preserve"> s </w:t>
      </w:r>
      <w:r w:rsidRPr="003F68F5">
        <w:t>jeho zavedením, ve znění pozdějších předpisů;</w:t>
      </w:r>
    </w:p>
    <w:p w14:paraId="4913963A" w14:textId="77777777" w:rsidR="003F68F5" w:rsidRPr="003F68F5" w:rsidRDefault="003F68F5" w:rsidP="003F68F5">
      <w:pPr>
        <w:pStyle w:val="Odstavec1-1a"/>
        <w:rPr>
          <w:rStyle w:val="Tun9b"/>
        </w:rPr>
      </w:pPr>
      <w:r w:rsidRPr="003F68F5">
        <w:rPr>
          <w:rStyle w:val="Tun9b"/>
        </w:rPr>
        <w:t>osoba odpovědná za realizační dokumentaci zabezpečovacího zařízení</w:t>
      </w:r>
    </w:p>
    <w:p w14:paraId="0F77149A" w14:textId="77777777" w:rsidR="003F68F5" w:rsidRPr="003F68F5" w:rsidRDefault="003F68F5" w:rsidP="003F68F5">
      <w:pPr>
        <w:pStyle w:val="Odrka1-2-"/>
      </w:pPr>
      <w:r w:rsidRPr="003F68F5">
        <w:t>minimálně středoškolské vzdělání;</w:t>
      </w:r>
    </w:p>
    <w:p w14:paraId="665E1024" w14:textId="77777777" w:rsidR="003F68F5" w:rsidRPr="003F68F5" w:rsidRDefault="003F68F5" w:rsidP="003F68F5">
      <w:pPr>
        <w:pStyle w:val="Odrka1-2-"/>
      </w:pPr>
      <w:r w:rsidRPr="003F68F5">
        <w:t>nejméně 5 let praxe v  oboru své specializace (zabezpečovací zařízení);</w:t>
      </w:r>
    </w:p>
    <w:p w14:paraId="17605EDE" w14:textId="3CB0F5C1" w:rsidR="003F68F5" w:rsidRPr="003F68F5" w:rsidRDefault="003F68F5" w:rsidP="003F68F5">
      <w:pPr>
        <w:pStyle w:val="Odrka1-2-"/>
      </w:pPr>
      <w:r w:rsidRPr="003F68F5">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3F68F5">
        <w:rPr>
          <w:b/>
        </w:rPr>
        <w:t>2 000 000,- Kč</w:t>
      </w:r>
      <w:r w:rsidRPr="003F68F5">
        <w:t xml:space="preserve"> bez DPH, a to v posledních 10 letech před zahájením výběrového řízení;</w:t>
      </w:r>
    </w:p>
    <w:p w14:paraId="6EEE3318" w14:textId="77777777" w:rsidR="0035531B" w:rsidRPr="003E2ED1" w:rsidRDefault="0035531B" w:rsidP="008B2021">
      <w:pPr>
        <w:pStyle w:val="Odstavec1-1a"/>
        <w:rPr>
          <w:rStyle w:val="Tun9b"/>
        </w:rPr>
      </w:pPr>
      <w:r w:rsidRPr="003E2ED1">
        <w:rPr>
          <w:rStyle w:val="Tun9b"/>
        </w:rPr>
        <w:t xml:space="preserve">osoba odpovědná za </w:t>
      </w:r>
      <w:r w:rsidR="002628F0" w:rsidRPr="003E2ED1">
        <w:rPr>
          <w:rStyle w:val="Tun9b"/>
        </w:rPr>
        <w:t xml:space="preserve">realizační </w:t>
      </w:r>
      <w:r w:rsidRPr="003E2ED1">
        <w:rPr>
          <w:rStyle w:val="Tun9b"/>
        </w:rPr>
        <w:t>dokumentaci sdělovacího zařízení</w:t>
      </w:r>
    </w:p>
    <w:p w14:paraId="432B1E59" w14:textId="77777777" w:rsidR="0035531B" w:rsidRPr="003E2ED1" w:rsidRDefault="0035531B" w:rsidP="008B2021">
      <w:pPr>
        <w:pStyle w:val="Odrka1-2-"/>
      </w:pPr>
      <w:r w:rsidRPr="003E2ED1">
        <w:t>minimálně středoškolské vzdělání;</w:t>
      </w:r>
    </w:p>
    <w:p w14:paraId="68381545" w14:textId="77777777" w:rsidR="0035531B" w:rsidRPr="003E2ED1" w:rsidRDefault="0035531B" w:rsidP="008B2021">
      <w:pPr>
        <w:pStyle w:val="Odrka1-2-"/>
      </w:pPr>
      <w:r w:rsidRPr="003E2ED1">
        <w:t>nejméně 5 let praxe</w:t>
      </w:r>
      <w:r w:rsidR="00092CC9" w:rsidRPr="003E2ED1">
        <w:t xml:space="preserve"> v </w:t>
      </w:r>
      <w:r w:rsidRPr="003E2ED1">
        <w:t>oboru své specializace</w:t>
      </w:r>
      <w:r w:rsidR="00B07880" w:rsidRPr="003E2ED1">
        <w:t xml:space="preserve"> (sdělovací zařízení)</w:t>
      </w:r>
      <w:r w:rsidRPr="003E2ED1">
        <w:t>;</w:t>
      </w:r>
    </w:p>
    <w:p w14:paraId="4DC37ABB" w14:textId="62CB7901" w:rsidR="00EE2244" w:rsidRPr="00211F3A" w:rsidRDefault="0035531B" w:rsidP="00211F3A">
      <w:pPr>
        <w:pStyle w:val="Odrka1-2-"/>
      </w:pPr>
      <w:r w:rsidRPr="003E2ED1">
        <w:t>zkušenost</w:t>
      </w:r>
      <w:r w:rsidR="00845C50" w:rsidRPr="003E2ED1">
        <w:t xml:space="preserve"> s </w:t>
      </w:r>
      <w:r w:rsidRPr="003E2ED1">
        <w:t xml:space="preserve">projektováním </w:t>
      </w:r>
      <w:r w:rsidR="002628F0" w:rsidRPr="003E2ED1">
        <w:t xml:space="preserve">projektové </w:t>
      </w:r>
      <w:r w:rsidRPr="003E2ED1">
        <w:t>dokumentace pro provádění stavby sdělovacího zařízení ve smyslu přílohy č. 6 vyhl. č. 146/2008 Sb., ve znění účinném do 30. 11. 2018</w:t>
      </w:r>
      <w:r w:rsidR="00177199" w:rsidRPr="003E2ED1">
        <w:t>,</w:t>
      </w:r>
      <w:r w:rsidR="002628F0" w:rsidRPr="003E2ED1">
        <w:t xml:space="preserve"> nebo realizační dokumentace sdělovacího zařízení, která doplňuje a upřesňuje předchozí stupně dokumentace do úplného obsahu stupně dokumentace pro provádění stavby</w:t>
      </w:r>
      <w:r w:rsidRPr="003E2ED1">
        <w:t>,</w:t>
      </w:r>
      <w:r w:rsidR="00BB4AF2" w:rsidRPr="003E2ED1">
        <w:t xml:space="preserve"> u </w:t>
      </w:r>
      <w:r w:rsidRPr="003E2ED1">
        <w:t>alespoň jedné zakázky - stavby železničních drah</w:t>
      </w:r>
      <w:r w:rsidR="00092CC9" w:rsidRPr="003E2ED1">
        <w:t xml:space="preserve"> v </w:t>
      </w:r>
      <w:r w:rsidRPr="003E2ED1">
        <w:t>hodnotě zakázky na zhotove</w:t>
      </w:r>
      <w:r w:rsidR="003E2ED1" w:rsidRPr="003E2ED1">
        <w:t xml:space="preserve">ní stavby nejméně </w:t>
      </w:r>
      <w:r w:rsidR="003E2ED1" w:rsidRPr="003E2ED1">
        <w:rPr>
          <w:b/>
        </w:rPr>
        <w:t>1 000 000,- Kč</w:t>
      </w:r>
      <w:r w:rsidR="003E2ED1" w:rsidRPr="003E2ED1">
        <w:t xml:space="preserve"> bez DPH</w:t>
      </w:r>
      <w:r w:rsidRPr="003E2ED1">
        <w:t>,</w:t>
      </w:r>
      <w:r w:rsidR="00845C50" w:rsidRPr="003E2ED1">
        <w:t xml:space="preserve"> a </w:t>
      </w:r>
      <w:r w:rsidRPr="003E2ED1">
        <w:t>to</w:t>
      </w:r>
      <w:r w:rsidR="00092CC9" w:rsidRPr="003E2ED1">
        <w:t xml:space="preserve"> v </w:t>
      </w:r>
      <w:r w:rsidRPr="003E2ED1">
        <w:t xml:space="preserve">posledních 10 letech před zahájením </w:t>
      </w:r>
      <w:r w:rsidR="009531C1" w:rsidRPr="003E2ED1">
        <w:t>výběrového</w:t>
      </w:r>
      <w:r w:rsidR="00A26B92" w:rsidRPr="003E2ED1">
        <w:t xml:space="preserve"> řízení.</w:t>
      </w: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536CCF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3E2ED1">
        <w:t>stavby</w:t>
      </w:r>
      <w:r w:rsidRPr="003E2ED1">
        <w:t xml:space="preserve"> nebo </w:t>
      </w:r>
      <w:r w:rsidR="006E6247" w:rsidRPr="003E2ED1">
        <w:t>zpracováním dokumentace</w:t>
      </w:r>
      <w:r w:rsidRPr="003E2ED1">
        <w:t>.</w:t>
      </w:r>
      <w:r w:rsidR="00092CC9" w:rsidRPr="003E2ED1">
        <w:t xml:space="preserve"> </w:t>
      </w:r>
      <w:r w:rsidR="00EE2244" w:rsidRPr="003E2ED1">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8CD3BD1"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3E2ED1">
        <w:t>stavby</w:t>
      </w:r>
      <w:r w:rsidRPr="003E2ED1">
        <w:t xml:space="preserve"> nebo </w:t>
      </w:r>
      <w:r w:rsidR="006E6247" w:rsidRPr="003E2ED1">
        <w:t>zpracováním dokumentace</w:t>
      </w:r>
      <w:r w:rsidRPr="003E2ED1">
        <w:t xml:space="preserve"> 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B1B76C5" w:rsidR="0035531B" w:rsidRDefault="008B70C7" w:rsidP="003E2ED1">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E2ED1">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1189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C22362C"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785325D" w14:textId="77777777" w:rsidR="00421EFB" w:rsidRDefault="00421EF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12B54B2" w:rsidR="0035531B" w:rsidRDefault="0035531B" w:rsidP="00EE2244">
      <w:pPr>
        <w:pStyle w:val="Odrka1-1"/>
      </w:pPr>
      <w:r w:rsidRPr="00C4078E">
        <w:t>Specifikaci</w:t>
      </w:r>
      <w:r>
        <w:t xml:space="preserve"> </w:t>
      </w:r>
      <w:r w:rsidRPr="000410A4">
        <w:t>typu zabezpečovacího zařízení, které bude dodavatelem určeno</w:t>
      </w:r>
      <w:r w:rsidR="00BC6D2B" w:rsidRPr="000410A4">
        <w:t xml:space="preserve"> k </w:t>
      </w:r>
      <w:r w:rsidRPr="000410A4">
        <w:t>použití pro plnění předmětné veřejné zakázky</w:t>
      </w:r>
      <w:r w:rsidR="00845C50" w:rsidRPr="000410A4">
        <w:t xml:space="preserve"> a </w:t>
      </w:r>
      <w:r w:rsidRPr="000410A4">
        <w:t>které bude</w:t>
      </w:r>
      <w:r w:rsidR="00092CC9" w:rsidRPr="000410A4">
        <w:t xml:space="preserve"> v </w:t>
      </w:r>
      <w:r w:rsidRPr="000410A4">
        <w:t>souladu se Směrnicí č. 34 SŽDC „Směrnice pro uvádění do provozu výrobků, které jsou součástí sdělovacích</w:t>
      </w:r>
      <w:r w:rsidR="00845C50" w:rsidRPr="000410A4">
        <w:t xml:space="preserve"> a </w:t>
      </w:r>
      <w:r w:rsidRPr="000410A4">
        <w:t>zabezpečovacích zařízení</w:t>
      </w:r>
      <w:r w:rsidR="00845C50" w:rsidRPr="000410A4">
        <w:t xml:space="preserve"> a </w:t>
      </w:r>
      <w:r w:rsidRPr="000410A4">
        <w:t>zařízení elektrotechniky</w:t>
      </w:r>
      <w:r w:rsidR="00845C50" w:rsidRPr="000410A4">
        <w:t xml:space="preserve"> a </w:t>
      </w:r>
      <w:r w:rsidRPr="000410A4">
        <w:t>energetiky, na železniční dopravní cestě ve vlastnictví státu státní organizace Správa železniční dopravní cesty“,</w:t>
      </w:r>
      <w:r w:rsidR="00092CC9" w:rsidRPr="000410A4">
        <w:t xml:space="preserve"> v </w:t>
      </w:r>
      <w:r w:rsidRPr="000410A4">
        <w:t xml:space="preserve">platném znění. </w:t>
      </w:r>
      <w:r w:rsidR="00C4078E" w:rsidRPr="000410A4">
        <w:t xml:space="preserve">Specifikaci typu zařízení předloží všichni dodavatelé v nabídce. </w:t>
      </w:r>
      <w:r w:rsidRPr="000410A4">
        <w:t>Nebude-li dodavatel současně i výrobcem nebo dodavatelem takto určeného zabezpečovacího zařízení</w:t>
      </w:r>
      <w:r w:rsidR="000410A4" w:rsidRPr="000410A4">
        <w:t>,</w:t>
      </w:r>
      <w:r w:rsidRPr="000410A4">
        <w:t xml:space="preserve"> předloží </w:t>
      </w:r>
      <w:r w:rsidR="00C4078E" w:rsidRPr="000410A4">
        <w:t xml:space="preserve">následně vybraný </w:t>
      </w:r>
      <w:r w:rsidRPr="000410A4">
        <w:t xml:space="preserve">dodavatel </w:t>
      </w:r>
      <w:r w:rsidR="00C4078E" w:rsidRPr="000410A4">
        <w:t xml:space="preserve">v rámci poskytnutí součinnosti před uzavřením smlouvy postupem dle čl. 19 této Výzvy </w:t>
      </w:r>
      <w:r w:rsidRPr="000410A4">
        <w:t>smlouv</w:t>
      </w:r>
      <w:r w:rsidR="00C4078E" w:rsidRPr="000410A4">
        <w:t>u</w:t>
      </w:r>
      <w:r w:rsidRPr="000410A4">
        <w:t xml:space="preserve"> uzavřen</w:t>
      </w:r>
      <w:r w:rsidR="00C4078E" w:rsidRPr="000410A4">
        <w:t>ou</w:t>
      </w:r>
      <w:r w:rsidR="00845C50" w:rsidRPr="000410A4">
        <w:t xml:space="preserve"> s </w:t>
      </w:r>
      <w:r w:rsidRPr="000410A4">
        <w:t>výrobcem nebo dodavatelem tohoto zabezpečovacího zařízení, kterou prokáže, že bude mít toto zabezpečovací zařízení</w:t>
      </w:r>
      <w:r w:rsidR="00BC6D2B" w:rsidRPr="000410A4">
        <w:t xml:space="preserve"> k </w:t>
      </w:r>
      <w:r w:rsidRPr="000410A4">
        <w:t>jeho použití pro plnění předmětné veřejné zakázky</w:t>
      </w:r>
      <w:r w:rsidR="00BC6D2B" w:rsidRPr="000410A4">
        <w:t xml:space="preserve"> k </w:t>
      </w:r>
      <w:r w:rsidRPr="000410A4">
        <w:t>dispozici</w:t>
      </w:r>
      <w:r w:rsidR="00845C50" w:rsidRPr="000410A4">
        <w:t xml:space="preserve"> a </w:t>
      </w:r>
      <w:r w:rsidRPr="000410A4">
        <w:t>že bude mít zajištěnu i jeho odbornou montáž, případně bude smlouva obsahovat souhlas výrobce nebo dodavatele zabezpečovacího zařízení</w:t>
      </w:r>
      <w:r w:rsidR="00845C50" w:rsidRPr="000410A4">
        <w:t xml:space="preserve"> s </w:t>
      </w:r>
      <w:r w:rsidRPr="000410A4">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p>
    <w:p w14:paraId="265D1D9D" w14:textId="525F3B9C" w:rsidR="000410A4" w:rsidRDefault="000410A4" w:rsidP="000410A4">
      <w:pPr>
        <w:pStyle w:val="Odrka1-2-"/>
        <w:tabs>
          <w:tab w:val="clear" w:pos="1531"/>
          <w:tab w:val="num" w:pos="2410"/>
        </w:tabs>
        <w:ind w:left="2694"/>
      </w:pPr>
      <w:r>
        <w:lastRenderedPageBreak/>
        <w:t>Přejezdové zabezpečovací zařízení</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3A84F66F" w:rsidR="0035531B" w:rsidRPr="00933E2B" w:rsidRDefault="00933E2B" w:rsidP="00933E2B">
      <w:pPr>
        <w:pStyle w:val="Textbezslovn"/>
        <w:ind w:left="1077" w:firstLine="341"/>
        <w:rPr>
          <w:b/>
        </w:rPr>
      </w:pPr>
      <w:r w:rsidRPr="00933E2B">
        <w:rPr>
          <w:b/>
        </w:rPr>
        <w:t>PS 01 Přejezdové zabezpečovací zařízení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02B2E897" w:rsidR="0035531B" w:rsidRDefault="0035531B" w:rsidP="00322579">
      <w:pPr>
        <w:pStyle w:val="Odrka1-1"/>
      </w:pPr>
      <w:r>
        <w:t xml:space="preserve">Výše uvedené vyhrazené části plnění veřejné zakázky jsou tvořeny </w:t>
      </w:r>
      <w:r w:rsidR="00170521" w:rsidRPr="0047334A">
        <w:t>PS</w:t>
      </w:r>
      <w:r w:rsidRPr="0047334A">
        <w:t xml:space="preserve">, jejichž provádění má důležitý význam pro </w:t>
      </w:r>
      <w:r w:rsidR="00322579" w:rsidRPr="0047334A">
        <w:t>zv</w:t>
      </w:r>
      <w:r w:rsidR="001A5E86" w:rsidRPr="0047334A">
        <w:t>ýšení bezpečnosti na přejezdech</w:t>
      </w:r>
      <w:r w:rsidRPr="0047334A">
        <w:t>. Za</w:t>
      </w:r>
      <w:r>
        <w:t>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37390BA" w:rsidR="0035531B" w:rsidRDefault="00322579" w:rsidP="00322579">
      <w:pPr>
        <w:pStyle w:val="Odrka1-1"/>
      </w:pPr>
      <w:r w:rsidRPr="00322579">
        <w:t xml:space="preserve">Výše uvedené vyhrazené části plnění veřejné zakázky představují svou finanční hodnotou celkem cca </w:t>
      </w:r>
      <w:r w:rsidR="001A5E86">
        <w:t>25 %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33612BF9" w:rsidR="0035531B" w:rsidRPr="005F31EC" w:rsidRDefault="0035531B" w:rsidP="0060115D">
      <w:pPr>
        <w:pStyle w:val="Odrka1-2-"/>
      </w:pPr>
      <w:r w:rsidRPr="005F31EC">
        <w:t>profesní způsobilost týkající se oprávnění</w:t>
      </w:r>
      <w:r w:rsidR="00BC6D2B" w:rsidRPr="005F31EC">
        <w:t xml:space="preserve"> k </w:t>
      </w:r>
      <w:r w:rsidRPr="005F31EC">
        <w:t>podnikání</w:t>
      </w:r>
      <w:r w:rsidR="00092CC9" w:rsidRPr="005F31EC">
        <w:t xml:space="preserve"> v </w:t>
      </w:r>
      <w:r w:rsidRPr="005F31EC">
        <w:t>rozsahu živnosti provádění staveb, jejich změn</w:t>
      </w:r>
      <w:r w:rsidR="00845C50" w:rsidRPr="005F31EC">
        <w:t xml:space="preserve"> a </w:t>
      </w:r>
      <w:r w:rsidR="00723020" w:rsidRPr="005F31EC">
        <w:t xml:space="preserve">odstraňování; Revize, prohlídky a zkoušky určených technických </w:t>
      </w:r>
      <w:r w:rsidR="005F31EC" w:rsidRPr="005F31EC">
        <w:t>zařízení v provozu</w:t>
      </w:r>
      <w:r w:rsidR="00723020" w:rsidRPr="005F31EC">
        <w:t>;</w:t>
      </w:r>
    </w:p>
    <w:p w14:paraId="677B892B" w14:textId="7A2D2B81"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5 odst</w:t>
      </w:r>
      <w:r w:rsidRPr="005F31EC">
        <w:t>. 3 písm.</w:t>
      </w:r>
      <w:r>
        <w:t xml:space="preserve"> </w:t>
      </w:r>
      <w:r w:rsidR="005F31EC">
        <w:t>e)</w:t>
      </w:r>
      <w:r>
        <w:t xml:space="preserve"> autorizačního zákona; </w:t>
      </w:r>
    </w:p>
    <w:p w14:paraId="094A2EF6" w14:textId="742F4B75" w:rsidR="0035531B" w:rsidRPr="00BC6D2B" w:rsidRDefault="00AA2C03" w:rsidP="00C438D8">
      <w:pPr>
        <w:pStyle w:val="Odrka1-2-"/>
        <w:rPr>
          <w:i/>
          <w:color w:val="FF0000"/>
        </w:rPr>
      </w:pPr>
      <w:r w:rsidRPr="00AA2C03">
        <w:t>požadavek kritéria technické kvalifikace na doložení seznamem a osvědčením alespoň</w:t>
      </w:r>
      <w:r w:rsidR="00C438D8" w:rsidRPr="00C438D8">
        <w:t xml:space="preserve"> stavebních prací, u kterých hodnota plněn</w:t>
      </w:r>
      <w:r w:rsidR="00C438D8">
        <w:t>í spočívajícího v novostavbě, rekonstrukci nebo opravě</w:t>
      </w:r>
      <w:r w:rsidR="00C438D8" w:rsidRPr="00C438D8">
        <w:t xml:space="preserve"> PZZ v těchto stavebních pracích (zakázkách) činila v součtu alespoň </w:t>
      </w:r>
      <w:r w:rsidR="00C438D8">
        <w:t>5 800 000,-</w:t>
      </w:r>
      <w:r w:rsidR="00C438D8" w:rsidRPr="00C438D8">
        <w:t xml:space="preserve"> Kč bez DPH (částka </w:t>
      </w:r>
      <w:r w:rsidR="00C438D8">
        <w:t>5 800 000,-</w:t>
      </w:r>
      <w:r w:rsidR="00C438D8" w:rsidRPr="00C438D8">
        <w:t xml:space="preserve"> Kč se vz</w:t>
      </w:r>
      <w:r w:rsidR="00C438D8">
        <w:t>tahuje k hodnotě novostavby,</w:t>
      </w:r>
      <w:r w:rsidR="00C438D8" w:rsidRPr="00C438D8">
        <w:t xml:space="preserve"> rekonstrukce</w:t>
      </w:r>
      <w:r w:rsidR="00C438D8">
        <w:t xml:space="preserve"> nebo opravy</w:t>
      </w:r>
      <w:r w:rsidR="00C438D8" w:rsidRPr="00C438D8">
        <w:t xml:space="preserve"> PZZ, nikoli k hodnotě stavebních prací, tj. zakázek jako celku), s tím, že u každé jednotlivé stavební práce musí hodnota plnění </w:t>
      </w:r>
      <w:r w:rsidR="00C438D8">
        <w:t xml:space="preserve">spočívajícího v novostavbě, </w:t>
      </w:r>
      <w:r w:rsidR="00C438D8" w:rsidRPr="00C438D8">
        <w:t>rekonstrukci</w:t>
      </w:r>
      <w:r w:rsidR="00C438D8">
        <w:t xml:space="preserve"> nebo opravě</w:t>
      </w:r>
      <w:r w:rsidR="00C438D8" w:rsidRPr="00C438D8">
        <w:t xml:space="preserve"> PZZ v těchto stavebních pracích činit alespoň </w:t>
      </w:r>
      <w:r w:rsidR="00C438D8">
        <w:t>4 800 000,-</w:t>
      </w:r>
      <w:r w:rsidR="00C438D8" w:rsidRPr="00C438D8">
        <w:t xml:space="preserve">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C438D8">
        <w:t>edeny v seznamu nebo osvědčení)</w:t>
      </w:r>
      <w:r>
        <w:t>;</w:t>
      </w:r>
    </w:p>
    <w:p w14:paraId="1FE369E4" w14:textId="241AE9A3" w:rsidR="00211F3A" w:rsidRDefault="0035531B" w:rsidP="00211F3A">
      <w:pPr>
        <w:pStyle w:val="Odrka1-2-"/>
      </w:pPr>
      <w:r>
        <w:lastRenderedPageBreak/>
        <w:t>požadavek kritéria technické kvalifikace na předložení seznamu odborného personálu dodavatele</w:t>
      </w:r>
      <w:r w:rsidR="00092CC9">
        <w:t xml:space="preserve"> v </w:t>
      </w:r>
      <w:r>
        <w:t xml:space="preserve">rozsahu funkce </w:t>
      </w:r>
      <w:r w:rsidRPr="00C438D8">
        <w:t>specialisty (vedoucího prací)</w:t>
      </w:r>
      <w:r>
        <w:t xml:space="preserve"> na </w:t>
      </w:r>
      <w:r w:rsidR="00C438D8">
        <w:t>sdělovací a zabezpečovací zařízení</w:t>
      </w:r>
      <w:r w:rsidR="00AA2C03">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E3C31">
        <w:rPr>
          <w:rFonts w:cs="Arial"/>
          <w:b/>
        </w:rPr>
        <w:t>Nabídky lze podat v termínu, který je uveden na profilu zadavatele:</w:t>
      </w:r>
      <w:r w:rsidRPr="00AE3C31">
        <w:rPr>
          <w:rFonts w:cs="Arial"/>
        </w:rPr>
        <w:t xml:space="preserve"> </w:t>
      </w:r>
      <w:hyperlink r:id="rId20" w:history="1">
        <w:r w:rsidRPr="00AE3C31">
          <w:rPr>
            <w:rStyle w:val="Hypertextovodkaz"/>
            <w:rFonts w:cs="Arial"/>
            <w:b/>
            <w:bCs/>
            <w:lang w:eastAsia="cs-CZ"/>
          </w:rPr>
          <w:t>https://zakazky.spravazeleznic.cz/</w:t>
        </w:r>
      </w:hyperlink>
      <w:r w:rsidRPr="00AE3C31">
        <w:rPr>
          <w:rFonts w:cs="Arial"/>
          <w:b/>
        </w:rPr>
        <w:t>.</w:t>
      </w:r>
    </w:p>
    <w:p w14:paraId="6C5E1089" w14:textId="5DEC9F18" w:rsidR="003A0E3D" w:rsidRDefault="003F78E7" w:rsidP="00E07692">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D2EADC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E74244" w:rsidRDefault="00695DAA" w:rsidP="00695DAA">
      <w:pPr>
        <w:pStyle w:val="Odrka1-1"/>
      </w:pPr>
      <w:r>
        <w:t xml:space="preserve">Harmonogram postupu prací zpracovaný podle požadavků zadavatele stanovených v </w:t>
      </w:r>
      <w:r w:rsidRPr="00E74244">
        <w:t>článku 9.1 této Výzvy.</w:t>
      </w:r>
    </w:p>
    <w:p w14:paraId="5BCB91B5" w14:textId="33D1D5E2" w:rsidR="00695DAA" w:rsidRPr="00E74244" w:rsidRDefault="00695DAA" w:rsidP="00695DAA">
      <w:pPr>
        <w:pStyle w:val="Odrka1-1"/>
      </w:pPr>
      <w:r w:rsidRPr="00E74244">
        <w:t>Specifikace typu zabezpečovacího zařízení</w:t>
      </w:r>
      <w:r w:rsidR="00CA236E" w:rsidRPr="00E74244">
        <w:t xml:space="preserve"> </w:t>
      </w:r>
      <w:r w:rsidRPr="00E74244">
        <w:t>dle č.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3F87C622" w:rsidR="0035531B" w:rsidRPr="00E74244" w:rsidRDefault="00695DAA" w:rsidP="00695DAA">
      <w:pPr>
        <w:pStyle w:val="Odrka1-1"/>
      </w:pPr>
      <w:r>
        <w:t xml:space="preserve">Oceněný Soupis prací </w:t>
      </w:r>
      <w:r w:rsidR="00BB0379">
        <w:t>obsažený</w:t>
      </w:r>
      <w:r>
        <w:t xml:space="preserve"> v Dílu 4 zadávací dokumentace</w:t>
      </w:r>
      <w:r w:rsidR="00BB0379" w:rsidRPr="00E74244">
        <w:t>, včetně Rekapitulace ceny dle SO a PS</w:t>
      </w:r>
      <w:r w:rsidR="00E74244" w:rsidRPr="00E7424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Pr="00E74244"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w:t>
      </w:r>
      <w:r w:rsidRPr="00E74244">
        <w:t>stanoví Komentář k soupisu prací (Díl 4 část 1 zadávací dokumentace)</w:t>
      </w:r>
      <w:r w:rsidR="0035531B" w:rsidRPr="00E74244">
        <w:t>.</w:t>
      </w:r>
    </w:p>
    <w:p w14:paraId="22F2F231" w14:textId="25CA54EA" w:rsidR="00EE50B6" w:rsidRPr="00E74244" w:rsidRDefault="006078ED" w:rsidP="00E74244">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6E1B63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E74244" w:rsidRDefault="007B3D4D" w:rsidP="007B3D4D">
      <w:pPr>
        <w:pStyle w:val="Text1-1"/>
      </w:pPr>
      <w:r w:rsidRPr="007B3D4D">
        <w:t xml:space="preserve">Zadavatel si vyhrazuje právo zrušit výběrové řízení této veřejné zakázky kdykoliv před </w:t>
      </w:r>
      <w:r w:rsidRPr="00E74244">
        <w:t>uzavřením smlouvy na plnění této veřejné zakázky, a to bez uvedení důvodu</w:t>
      </w:r>
      <w:r w:rsidR="0035531B" w:rsidRPr="00E74244">
        <w:t>.</w:t>
      </w:r>
    </w:p>
    <w:p w14:paraId="50D48668" w14:textId="73BAB6B6" w:rsidR="0018364C" w:rsidRPr="00E74244" w:rsidRDefault="00595FD0" w:rsidP="00E74244">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5A7DC87D" w:rsidR="0035531B" w:rsidRDefault="007B3D4D" w:rsidP="007B3D4D">
      <w:pPr>
        <w:pStyle w:val="Text1-1"/>
      </w:pPr>
      <w:r w:rsidRPr="007B3D4D">
        <w:t xml:space="preserve">Pokud bude nabídka vybraného dodavatele obsahovat nabídkovou cenu, která překročí </w:t>
      </w:r>
      <w:r w:rsidRPr="00E74244">
        <w:t>režim veřejné zakázky,</w:t>
      </w:r>
      <w:r w:rsidRPr="007B3D4D">
        <w:t xml:space="preserve"> bude výběrové řízení zrušeno</w:t>
      </w:r>
      <w:r>
        <w:t>.</w:t>
      </w:r>
    </w:p>
    <w:p w14:paraId="045C72D6" w14:textId="77777777" w:rsidR="0035531B" w:rsidRDefault="0035531B" w:rsidP="007038DC">
      <w:pPr>
        <w:pStyle w:val="Nadpis1-1"/>
      </w:pPr>
      <w:bookmarkStart w:id="23" w:name="_Toc92191462"/>
      <w:r>
        <w:lastRenderedPageBreak/>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D7573B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74244">
        <w:t>uvedené v článku 19.3</w:t>
      </w:r>
      <w:r w:rsidR="00611407" w:rsidRPr="00E74244">
        <w:t xml:space="preserve"> (s výjimkou bankovní </w:t>
      </w:r>
      <w:r w:rsidR="00D1751A" w:rsidRPr="00E74244">
        <w:t xml:space="preserve">či pojistné </w:t>
      </w:r>
      <w:r w:rsidR="00611407" w:rsidRPr="00E74244">
        <w:t>záruky)</w:t>
      </w:r>
      <w:r w:rsidRPr="00E74244">
        <w:t xml:space="preserve">, resp. v článku 19.4 </w:t>
      </w:r>
      <w:r w:rsidR="00E74244" w:rsidRPr="00E74244">
        <w:t>Výzvy</w:t>
      </w:r>
      <w:r w:rsidRPr="00E74244">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22F4186A" w:rsidR="0035531B" w:rsidRDefault="00B07880" w:rsidP="00E74244">
      <w:pPr>
        <w:pStyle w:val="Odrka1-1"/>
      </w:pPr>
      <w:r>
        <w:t>kopií dokladů o kvalifikaci ve smyslu čl. 8 této Výzvy, pokud bylo v nabídce předložení požadovaných dokladů nahrazeno jednotným evr</w:t>
      </w:r>
      <w:r w:rsidR="00E74244">
        <w:t>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311313A4" w:rsidR="001B5ED5" w:rsidRDefault="001B5ED5" w:rsidP="001B5ED5">
      <w:pPr>
        <w:pStyle w:val="Odrka1-1"/>
      </w:pPr>
      <w:r>
        <w:t xml:space="preserve">kopie smlouvy uzavřené s výrobcem nebo </w:t>
      </w:r>
      <w:r w:rsidRPr="00E74244">
        <w:t>dodavatelem zabezpečovacího zařízení ve smyslu čl. 9.1 této Výzvy, nebude-li dodavatel současně i výrobcem nebo dodavatelem tohoto zařízení, kterou prokáže, že bude mít toto zabezpečovací zařízení</w:t>
      </w:r>
      <w:r w:rsidR="00E74244" w:rsidRPr="00E74244">
        <w:t xml:space="preserve"> </w:t>
      </w:r>
      <w:r w:rsidRPr="00E74244">
        <w:t>k jeho použití pro plnění předmětné veřejné zakázky k dispozici a že bude mít zajištěnu i jeho odbornou montáž, případně bude smlouva obsahovat souhlas výrobce nebo dodavatele zabezpečovacího zařízení s tím</w:t>
      </w:r>
      <w:r>
        <w:t xml:space="preserve">, že je dodavatel sám schopen toto zařízení odborně sestavit a namontovat;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DE8BFBA" w14:textId="69F8EEEF" w:rsidR="00E74244" w:rsidRDefault="0035531B" w:rsidP="00E74244">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B38E8">
        <w:t>to elektrických</w:t>
      </w:r>
      <w:r w:rsidR="00E74244" w:rsidRPr="00EB38E8">
        <w:t xml:space="preserve"> </w:t>
      </w:r>
      <w:r w:rsidRPr="00EB38E8">
        <w:t>UTZ</w:t>
      </w:r>
      <w:r>
        <w:t xml:space="preserve"> železničních drah</w:t>
      </w:r>
      <w:r w:rsidR="00092CC9">
        <w:t xml:space="preserve"> v </w:t>
      </w:r>
      <w:r>
        <w:t xml:space="preserve">rozsahu: </w:t>
      </w:r>
    </w:p>
    <w:p w14:paraId="04749BDA" w14:textId="5242901F" w:rsidR="00E74244" w:rsidRDefault="00E74244" w:rsidP="00EB38E8">
      <w:pPr>
        <w:pStyle w:val="Odrka1-1"/>
        <w:numPr>
          <w:ilvl w:val="0"/>
          <w:numId w:val="42"/>
        </w:numPr>
      </w:pPr>
      <w:r>
        <w:t>elektrické sítě drah a elektrické rozvody drah,</w:t>
      </w:r>
    </w:p>
    <w:p w14:paraId="088BA3B6" w14:textId="41076C87" w:rsidR="00E74244" w:rsidRDefault="00E74244" w:rsidP="00EB38E8">
      <w:pPr>
        <w:pStyle w:val="Textbezslovn"/>
        <w:numPr>
          <w:ilvl w:val="0"/>
          <w:numId w:val="42"/>
        </w:numPr>
      </w:pPr>
      <w:r>
        <w:t>silnoproudá zařízení drážní zabezpečovací, sděl</w:t>
      </w:r>
      <w:r w:rsidR="00EB38E8">
        <w:t xml:space="preserve">ovací, požární, signalizační a </w:t>
      </w:r>
      <w:r>
        <w:t xml:space="preserve">výpočetní techniky </w:t>
      </w:r>
    </w:p>
    <w:p w14:paraId="1E04D8C5" w14:textId="74DB97F9" w:rsidR="007D5A8D" w:rsidRDefault="00E74244" w:rsidP="00EB38E8">
      <w:pPr>
        <w:pStyle w:val="Textbezslovn"/>
        <w:numPr>
          <w:ilvl w:val="0"/>
          <w:numId w:val="42"/>
        </w:numPr>
      </w:pPr>
      <w:r>
        <w:t>zabezpečovací zařízení, jehož elektric</w:t>
      </w:r>
      <w:r w:rsidR="00EB38E8">
        <w:t xml:space="preserve">ké obvody plní funkci přímého zajišťování </w:t>
      </w:r>
      <w:r>
        <w:t>bezpečnosti drážní dopravy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51D7E29A"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lastRenderedPageBreak/>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211F3A">
      <w:pPr>
        <w:pStyle w:val="Odrka1-1"/>
        <w:spacing w:after="0"/>
      </w:pPr>
      <w:r>
        <w:t>rovnocenné platební podmínky v rámci dodavatelského řetězce,</w:t>
      </w:r>
    </w:p>
    <w:p w14:paraId="04F71113" w14:textId="77777777" w:rsidR="004F6CAF" w:rsidRDefault="004F6CAF" w:rsidP="00211F3A">
      <w:pPr>
        <w:pStyle w:val="Odrka1-1"/>
        <w:spacing w:after="0"/>
      </w:pPr>
      <w:r>
        <w:t xml:space="preserve">jednání vedená </w:t>
      </w:r>
      <w:r w:rsidRPr="000C3276">
        <w:t>primárně distančním způsobem</w:t>
      </w:r>
      <w:r>
        <w:t>,</w:t>
      </w:r>
    </w:p>
    <w:p w14:paraId="1556C6F1" w14:textId="77777777" w:rsidR="004F6CAF" w:rsidRDefault="004F6CAF" w:rsidP="00211F3A">
      <w:pPr>
        <w:pStyle w:val="Odrka1-1"/>
        <w:spacing w:after="0"/>
      </w:pPr>
      <w:r>
        <w:t>studentské exkurze,</w:t>
      </w:r>
    </w:p>
    <w:p w14:paraId="5E5040BB" w14:textId="12ADA111" w:rsidR="00840ED6" w:rsidRDefault="004F6CAF" w:rsidP="00AE3C31">
      <w:pPr>
        <w:pStyle w:val="Odrka1-1"/>
      </w:pPr>
      <w:r w:rsidRPr="0060254E">
        <w:t>recyklaci kameniva vyzískávaného z kolejového lože</w:t>
      </w:r>
      <w:r w:rsidR="00AE3C31">
        <w:t>.</w:t>
      </w:r>
    </w:p>
    <w:p w14:paraId="49F0953E" w14:textId="3452A8D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E3C31">
        <w:t>článku 4.</w:t>
      </w:r>
      <w:r w:rsidR="00EB38E8" w:rsidRPr="00AE3C31">
        <w:t>11</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ADEE1AD" w14:textId="67DF4BB7" w:rsidR="0035531B" w:rsidRDefault="0035531B" w:rsidP="00211F3A">
      <w:pPr>
        <w:pStyle w:val="Textbezslovn"/>
        <w:spacing w:after="0"/>
        <w:ind w:left="0"/>
      </w:pPr>
    </w:p>
    <w:p w14:paraId="7C68888A" w14:textId="77777777" w:rsidR="00211F3A" w:rsidRDefault="00211F3A" w:rsidP="00211F3A">
      <w:pPr>
        <w:pStyle w:val="Textbezslovn"/>
        <w:spacing w:after="0"/>
        <w:ind w:left="0"/>
      </w:pPr>
    </w:p>
    <w:p w14:paraId="2F98CF85" w14:textId="77777777" w:rsidR="00EB38E8" w:rsidRDefault="00EB38E8" w:rsidP="00EB38E8">
      <w:pPr>
        <w:pStyle w:val="Textbezslovn"/>
        <w:spacing w:after="0"/>
      </w:pPr>
      <w:r>
        <w:t>V Olomouci dne ……………………</w:t>
      </w:r>
    </w:p>
    <w:p w14:paraId="145DF11E" w14:textId="77777777" w:rsidR="00EB38E8" w:rsidRDefault="00EB38E8" w:rsidP="00EB38E8">
      <w:pPr>
        <w:pStyle w:val="Textbezslovn"/>
        <w:spacing w:after="0"/>
      </w:pPr>
    </w:p>
    <w:p w14:paraId="2807D9EF" w14:textId="2F2D370A" w:rsidR="00EB38E8" w:rsidRDefault="00EB38E8" w:rsidP="00211F3A">
      <w:pPr>
        <w:pStyle w:val="Textbezslovn"/>
        <w:spacing w:after="0"/>
        <w:ind w:left="0"/>
      </w:pPr>
    </w:p>
    <w:p w14:paraId="74A534C6" w14:textId="11BDDFF5" w:rsidR="00211F3A" w:rsidRDefault="00211F3A" w:rsidP="00211F3A">
      <w:pPr>
        <w:pStyle w:val="Textbezslovn"/>
        <w:spacing w:after="0"/>
        <w:ind w:left="0"/>
      </w:pPr>
    </w:p>
    <w:p w14:paraId="3C4572F3" w14:textId="77777777" w:rsidR="00211F3A" w:rsidRDefault="00211F3A" w:rsidP="00211F3A">
      <w:pPr>
        <w:pStyle w:val="Textbezslovn"/>
        <w:spacing w:after="0"/>
        <w:ind w:left="0"/>
      </w:pPr>
    </w:p>
    <w:p w14:paraId="50406849" w14:textId="77777777" w:rsidR="00EB38E8" w:rsidRDefault="00EB38E8" w:rsidP="00EB38E8">
      <w:pPr>
        <w:pStyle w:val="Textbezslovn"/>
        <w:spacing w:after="0"/>
      </w:pPr>
      <w:r>
        <w:t>…………………………………………….</w:t>
      </w:r>
    </w:p>
    <w:p w14:paraId="51ED96C7" w14:textId="77777777" w:rsidR="00EB38E8" w:rsidRPr="00E30A85" w:rsidRDefault="00EB38E8" w:rsidP="00EB38E8">
      <w:pPr>
        <w:pStyle w:val="Textbezslovn"/>
        <w:spacing w:after="0"/>
      </w:pPr>
      <w:r w:rsidRPr="00E30A85">
        <w:t>Ing. Miroslav Bocák</w:t>
      </w:r>
    </w:p>
    <w:p w14:paraId="22BE3D77" w14:textId="77777777" w:rsidR="00EB38E8" w:rsidRDefault="00EB38E8" w:rsidP="00EB38E8">
      <w:pPr>
        <w:pStyle w:val="Textbezslovn"/>
        <w:spacing w:after="0"/>
      </w:pPr>
      <w:r>
        <w:t>ředitel organizační jednotky</w:t>
      </w:r>
    </w:p>
    <w:p w14:paraId="7748CAA7" w14:textId="77777777" w:rsidR="00EB38E8" w:rsidRDefault="00EB38E8" w:rsidP="00EB38E8">
      <w:pPr>
        <w:pStyle w:val="Textbezslovn"/>
        <w:spacing w:after="0"/>
      </w:pPr>
      <w:r>
        <w:t>Stavební správa východ</w:t>
      </w:r>
    </w:p>
    <w:p w14:paraId="16AFB686" w14:textId="39BD72A7" w:rsidR="00564DDD" w:rsidRDefault="00EB38E8" w:rsidP="00EB38E8">
      <w:pPr>
        <w:pStyle w:val="Textbezslovn"/>
        <w:spacing w:after="0"/>
      </w:pPr>
      <w:r>
        <w:t xml:space="preserve">Správa železnic, státní organizace </w:t>
      </w:r>
      <w:r w:rsidR="00564DDD">
        <w:br w:type="page"/>
      </w:r>
    </w:p>
    <w:p w14:paraId="1762376B" w14:textId="77777777" w:rsidR="00EB38E8" w:rsidRPr="00CC5F47" w:rsidRDefault="00EB38E8" w:rsidP="00EB38E8">
      <w:pPr>
        <w:pStyle w:val="Nadpisbezsl1-1"/>
        <w:rPr>
          <w:rFonts w:ascii="Verdana" w:hAnsi="Verdana"/>
        </w:rPr>
      </w:pPr>
      <w:r w:rsidRPr="00CC5F47">
        <w:rPr>
          <w:rFonts w:ascii="Verdana" w:hAnsi="Verdana"/>
        </w:rPr>
        <w:lastRenderedPageBreak/>
        <w:t>Příloha č. 1</w:t>
      </w:r>
    </w:p>
    <w:p w14:paraId="2DF4BE2B" w14:textId="77777777" w:rsidR="00EB38E8" w:rsidRPr="00A4318F" w:rsidRDefault="00EB38E8" w:rsidP="00EB38E8">
      <w:pPr>
        <w:pStyle w:val="Nadpisbezsl1-2"/>
        <w:rPr>
          <w:rStyle w:val="Tun9b"/>
          <w:rFonts w:ascii="Verdana" w:hAnsi="Verdana"/>
          <w:b/>
        </w:rPr>
      </w:pPr>
      <w:r w:rsidRPr="00A4318F">
        <w:rPr>
          <w:rStyle w:val="Tun9b"/>
          <w:rFonts w:ascii="Verdana" w:hAnsi="Verdana"/>
          <w:b/>
        </w:rPr>
        <w:t xml:space="preserve">Všeobecné informace o dodavateli </w:t>
      </w:r>
    </w:p>
    <w:p w14:paraId="2130373D" w14:textId="77777777" w:rsidR="00EB38E8" w:rsidRPr="001A6F12" w:rsidRDefault="00EB38E8" w:rsidP="00EB38E8">
      <w:pPr>
        <w:spacing w:before="60" w:after="0" w:line="240" w:lineRule="exact"/>
        <w:rPr>
          <w:rFonts w:eastAsia="Times New Roman" w:cs="Calibri"/>
          <w:lang w:eastAsia="cs-CZ"/>
        </w:rPr>
      </w:pPr>
    </w:p>
    <w:p w14:paraId="51C3DACD"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61ADDACA"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65AF5BEF"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1366D6E3"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B4E8DFE" w14:textId="77777777" w:rsidR="00EB38E8" w:rsidRPr="00472566" w:rsidRDefault="00EB38E8" w:rsidP="00EB38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3FAA26B6" w14:textId="77777777" w:rsidR="00EB38E8" w:rsidRPr="00472566" w:rsidRDefault="00EB38E8" w:rsidP="00EB38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7D9BDB12" w14:textId="77777777" w:rsidR="00EB38E8" w:rsidRPr="00472566" w:rsidRDefault="00EB38E8" w:rsidP="00EB38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5F304244" w14:textId="77777777" w:rsidR="00EB38E8" w:rsidRPr="00472566" w:rsidRDefault="00EB38E8" w:rsidP="00EB38E8">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596B06F0" w14:textId="77777777" w:rsidR="00EB38E8" w:rsidRPr="00472566" w:rsidRDefault="00EB38E8" w:rsidP="00EB38E8">
      <w:pPr>
        <w:spacing w:before="60" w:after="0" w:line="240" w:lineRule="exact"/>
        <w:ind w:left="720"/>
        <w:jc w:val="both"/>
        <w:rPr>
          <w:rFonts w:ascii="Verdana" w:eastAsia="Times New Roman" w:hAnsi="Verdana" w:cs="Calibri"/>
          <w:bCs/>
          <w:lang w:eastAsia="cs-CZ"/>
        </w:rPr>
      </w:pPr>
    </w:p>
    <w:p w14:paraId="79F61607" w14:textId="11A91A19" w:rsidR="00EB38E8" w:rsidRPr="00472566" w:rsidRDefault="00EB38E8" w:rsidP="00EB38E8">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A4318F" w:rsidRPr="00A4318F">
        <w:rPr>
          <w:rFonts w:ascii="Verdana" w:eastAsia="Times New Roman" w:hAnsi="Verdana" w:cs="Arial"/>
          <w:b/>
          <w:lang w:eastAsia="cs-CZ"/>
        </w:rPr>
        <w:t>„Rekonstrukce PZS vč. povrchu v km 2,265 (P7412 na trati Valašské Meziříčí – Rožnov p/R“</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70B7F982" w14:textId="6D934E53" w:rsidR="00EB38E8" w:rsidRPr="00C653F0" w:rsidRDefault="00EB38E8" w:rsidP="00EB38E8">
      <w:pPr>
        <w:jc w:val="both"/>
        <w:rPr>
          <w:rFonts w:ascii="Verdana" w:hAnsi="Verdana"/>
        </w:rPr>
      </w:pPr>
      <w:r w:rsidRPr="00C653F0">
        <w:rPr>
          <w:rFonts w:ascii="Verdana" w:hAnsi="Verdana"/>
        </w:rPr>
        <w:t xml:space="preserve">Čestně prohlašujeme, že v souvislosti se zadávanou veřejnou zakázkou s názvem </w:t>
      </w:r>
      <w:r w:rsidR="00A4318F" w:rsidRPr="00A4318F">
        <w:rPr>
          <w:rFonts w:ascii="Verdana" w:eastAsia="Times New Roman" w:hAnsi="Verdana" w:cs="Arial"/>
          <w:b/>
          <w:lang w:eastAsia="cs-CZ"/>
        </w:rPr>
        <w:t>„Rekonstrukce PZS vč. povrchu v km 2,265 (P7412 na trati Valašské Meziříčí – Rožnov p/R“</w:t>
      </w:r>
      <w:r w:rsidR="00A4318F">
        <w:rPr>
          <w:rFonts w:ascii="Verdana" w:eastAsia="Times New Roman" w:hAnsi="Verdana" w:cs="Arial"/>
          <w:b/>
          <w:lang w:eastAsia="cs-CZ"/>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5CEBF0E1" w14:textId="77777777" w:rsidR="00EB38E8" w:rsidRPr="009618D3" w:rsidRDefault="00EB38E8" w:rsidP="00EB38E8">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284BCEE" w14:textId="23BEA46C" w:rsidR="00EB38E8" w:rsidRPr="00472566" w:rsidRDefault="00EB38E8" w:rsidP="00EB38E8">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w:t>
      </w:r>
      <w:r w:rsidR="00731CB3">
        <w:rPr>
          <w:rFonts w:ascii="Verdana" w:hAnsi="Verdana"/>
        </w:rPr>
        <w:t>tvím kterého prokazuje v tomto výběrovém</w:t>
      </w:r>
      <w:r w:rsidRPr="00472566">
        <w:rPr>
          <w:rFonts w:ascii="Verdana" w:hAnsi="Verdana"/>
        </w:rPr>
        <w:t xml:space="preserve"> řízení kvalifikaci, do střetu zájmů dle § 4b zákona o střetu zájmů, a to kdykoliv až do okamžiku ukončení zadávacího řízení, oznámí dodavatel tuto skutečnost bez zbytečného odkladu zadavateli.</w:t>
      </w:r>
    </w:p>
    <w:p w14:paraId="4F5928DB" w14:textId="77777777" w:rsidR="00EB38E8" w:rsidRPr="00472566" w:rsidRDefault="00EB38E8" w:rsidP="00EB38E8">
      <w:pPr>
        <w:spacing w:after="120" w:line="240" w:lineRule="auto"/>
        <w:ind w:left="283" w:firstLine="567"/>
        <w:rPr>
          <w:rFonts w:ascii="Verdana" w:hAnsi="Verdana"/>
        </w:rPr>
      </w:pPr>
    </w:p>
    <w:p w14:paraId="2A8136EC" w14:textId="77777777" w:rsidR="00EB38E8" w:rsidRDefault="00EB38E8" w:rsidP="00EB38E8">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3A24BBA6" w14:textId="77777777" w:rsidR="00EB38E8" w:rsidRPr="00472566" w:rsidRDefault="00EB38E8" w:rsidP="00EB38E8">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2E3FA6D3" w14:textId="77777777" w:rsidR="00EB38E8" w:rsidRPr="00472566" w:rsidRDefault="00EB38E8" w:rsidP="00EB38E8">
      <w:pPr>
        <w:spacing w:after="120" w:line="240" w:lineRule="auto"/>
        <w:ind w:left="283" w:firstLine="567"/>
        <w:rPr>
          <w:rFonts w:ascii="Verdana" w:hAnsi="Verdana"/>
        </w:rPr>
      </w:pPr>
    </w:p>
    <w:p w14:paraId="5AEFA61F" w14:textId="77777777" w:rsidR="00EB38E8" w:rsidRPr="00472566" w:rsidRDefault="00EB38E8" w:rsidP="00EB38E8">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EB38E8" w:rsidRPr="00472566" w14:paraId="61013477" w14:textId="77777777" w:rsidTr="00AF6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C4D951" w14:textId="77777777" w:rsidR="00EB38E8" w:rsidRPr="00472566" w:rsidRDefault="00EB38E8" w:rsidP="00AF683D">
            <w:pPr>
              <w:spacing w:after="0" w:line="240" w:lineRule="auto"/>
              <w:ind w:firstLine="567"/>
              <w:rPr>
                <w:rFonts w:ascii="Verdana" w:hAnsi="Verdana"/>
              </w:rPr>
            </w:pPr>
            <w:r w:rsidRPr="00472566">
              <w:rPr>
                <w:rFonts w:ascii="Verdana" w:hAnsi="Verdana"/>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8D1BB0A" w14:textId="77777777" w:rsidR="00EB38E8" w:rsidRPr="00472566" w:rsidRDefault="00EB38E8" w:rsidP="00AF683D">
            <w:pPr>
              <w:spacing w:after="0" w:line="240" w:lineRule="auto"/>
              <w:ind w:firstLine="567"/>
              <w:rPr>
                <w:rFonts w:ascii="Verdana" w:hAnsi="Verdana"/>
              </w:rPr>
            </w:pPr>
          </w:p>
        </w:tc>
      </w:tr>
      <w:tr w:rsidR="00EB38E8" w:rsidRPr="00472566" w14:paraId="32F587D3" w14:textId="77777777" w:rsidTr="00AF6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6469E2A" w14:textId="77777777" w:rsidR="00EB38E8" w:rsidRPr="00472566" w:rsidRDefault="00EB38E8" w:rsidP="00AF683D">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E2E5812" w14:textId="77777777" w:rsidR="00EB38E8" w:rsidRPr="00472566" w:rsidRDefault="00EB38E8" w:rsidP="00AF683D">
            <w:pPr>
              <w:spacing w:after="0" w:line="240" w:lineRule="auto"/>
              <w:ind w:firstLine="567"/>
              <w:rPr>
                <w:rFonts w:ascii="Verdana" w:hAnsi="Verdana"/>
              </w:rPr>
            </w:pPr>
          </w:p>
        </w:tc>
      </w:tr>
    </w:tbl>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4318F">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001F1A" w:rsidRDefault="00001F1A" w:rsidP="00962258">
      <w:pPr>
        <w:spacing w:after="0" w:line="240" w:lineRule="auto"/>
      </w:pPr>
      <w:r>
        <w:separator/>
      </w:r>
    </w:p>
  </w:endnote>
  <w:endnote w:type="continuationSeparator" w:id="0">
    <w:p w14:paraId="559EA6E7" w14:textId="77777777" w:rsidR="00001F1A" w:rsidRDefault="00001F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1F1A" w14:paraId="43E6FD8A" w14:textId="77777777" w:rsidTr="00EB46E5">
      <w:tc>
        <w:tcPr>
          <w:tcW w:w="1361" w:type="dxa"/>
          <w:tcMar>
            <w:left w:w="0" w:type="dxa"/>
            <w:right w:w="0" w:type="dxa"/>
          </w:tcMar>
          <w:vAlign w:val="bottom"/>
        </w:tcPr>
        <w:p w14:paraId="016FBFAA" w14:textId="6B769DE9" w:rsidR="00001F1A" w:rsidRPr="00B8518B" w:rsidRDefault="00001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8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189E">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001F1A" w:rsidRDefault="00001F1A" w:rsidP="00B8518B">
          <w:pPr>
            <w:pStyle w:val="Zpat"/>
          </w:pPr>
        </w:p>
      </w:tc>
      <w:tc>
        <w:tcPr>
          <w:tcW w:w="425" w:type="dxa"/>
          <w:shd w:val="clear" w:color="auto" w:fill="auto"/>
          <w:tcMar>
            <w:left w:w="0" w:type="dxa"/>
            <w:right w:w="0" w:type="dxa"/>
          </w:tcMar>
        </w:tcPr>
        <w:p w14:paraId="45F1B8FE" w14:textId="77777777" w:rsidR="00001F1A" w:rsidRDefault="00001F1A" w:rsidP="00B8518B">
          <w:pPr>
            <w:pStyle w:val="Zpat"/>
          </w:pPr>
        </w:p>
      </w:tc>
      <w:tc>
        <w:tcPr>
          <w:tcW w:w="8505" w:type="dxa"/>
        </w:tcPr>
        <w:p w14:paraId="6552BBF7" w14:textId="0DC676E5" w:rsidR="00001F1A" w:rsidRPr="0059454B" w:rsidRDefault="00001F1A" w:rsidP="00EB46E5">
          <w:pPr>
            <w:pStyle w:val="Zpat0"/>
          </w:pPr>
          <w:r w:rsidRPr="00152172">
            <w:t>„Rekonstrukce</w:t>
          </w:r>
          <w:r w:rsidRPr="0059454B">
            <w:t xml:space="preserve"> PZS vč. povrchu v km 2,265 (P7412) na trati Valašské Meziříčí – Rožnov p/R“</w:t>
          </w:r>
        </w:p>
        <w:p w14:paraId="3201EED0" w14:textId="77777777" w:rsidR="00001F1A" w:rsidRDefault="00001F1A" w:rsidP="00EB46E5">
          <w:pPr>
            <w:pStyle w:val="Zpat0"/>
          </w:pPr>
          <w:r w:rsidRPr="0059454B">
            <w:t>Díl 1 – VÝZVA K PODÁNÍ NABÍDKY</w:t>
          </w:r>
        </w:p>
        <w:p w14:paraId="0F33739D" w14:textId="77777777" w:rsidR="00001F1A" w:rsidRDefault="00001F1A" w:rsidP="0035531B">
          <w:pPr>
            <w:pStyle w:val="Zpat0"/>
          </w:pPr>
        </w:p>
      </w:tc>
    </w:tr>
  </w:tbl>
  <w:p w14:paraId="0F99771F" w14:textId="77777777" w:rsidR="00001F1A" w:rsidRPr="00B8518B" w:rsidRDefault="00001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001F1A" w:rsidRPr="00B8518B" w:rsidRDefault="00001F1A" w:rsidP="00460660">
    <w:pPr>
      <w:pStyle w:val="Zpat"/>
      <w:rPr>
        <w:sz w:val="2"/>
        <w:szCs w:val="2"/>
      </w:rPr>
    </w:pPr>
  </w:p>
  <w:p w14:paraId="542534AD" w14:textId="77777777" w:rsidR="00001F1A" w:rsidRPr="00460660" w:rsidRDefault="00001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001F1A" w:rsidRDefault="00001F1A" w:rsidP="00962258">
      <w:pPr>
        <w:spacing w:after="0" w:line="240" w:lineRule="auto"/>
      </w:pPr>
      <w:r>
        <w:separator/>
      </w:r>
    </w:p>
  </w:footnote>
  <w:footnote w:type="continuationSeparator" w:id="0">
    <w:p w14:paraId="08229B0A" w14:textId="77777777" w:rsidR="00001F1A" w:rsidRDefault="00001F1A" w:rsidP="00962258">
      <w:pPr>
        <w:spacing w:after="0" w:line="240" w:lineRule="auto"/>
      </w:pPr>
      <w:r>
        <w:continuationSeparator/>
      </w:r>
    </w:p>
  </w:footnote>
  <w:footnote w:id="1">
    <w:p w14:paraId="106888F7" w14:textId="77777777" w:rsidR="00001F1A" w:rsidRDefault="00001F1A" w:rsidP="00EB38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155B2102" w14:textId="77777777" w:rsidR="00001F1A" w:rsidRPr="00DF557C" w:rsidRDefault="00001F1A" w:rsidP="00EB38E8">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001F1A" w:rsidRDefault="00001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001F1A" w:rsidRDefault="00001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001F1A" w:rsidRDefault="00001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001F1A" w:rsidRDefault="00001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1F1A" w14:paraId="79A2CDDF" w14:textId="77777777" w:rsidTr="00C02D0A">
      <w:trPr>
        <w:trHeight w:hRule="exact" w:val="454"/>
      </w:trPr>
      <w:tc>
        <w:tcPr>
          <w:tcW w:w="1361" w:type="dxa"/>
          <w:tcMar>
            <w:top w:w="57" w:type="dxa"/>
            <w:left w:w="0" w:type="dxa"/>
            <w:right w:w="0" w:type="dxa"/>
          </w:tcMar>
        </w:tcPr>
        <w:p w14:paraId="6F56E93F" w14:textId="77777777" w:rsidR="00001F1A" w:rsidRPr="00B8518B" w:rsidRDefault="00001F1A" w:rsidP="00523EA7">
          <w:pPr>
            <w:pStyle w:val="Zpat"/>
            <w:rPr>
              <w:rStyle w:val="slostrnky"/>
            </w:rPr>
          </w:pPr>
        </w:p>
      </w:tc>
      <w:tc>
        <w:tcPr>
          <w:tcW w:w="3458" w:type="dxa"/>
          <w:shd w:val="clear" w:color="auto" w:fill="auto"/>
          <w:tcMar>
            <w:top w:w="57" w:type="dxa"/>
            <w:left w:w="0" w:type="dxa"/>
            <w:right w:w="0" w:type="dxa"/>
          </w:tcMar>
        </w:tcPr>
        <w:p w14:paraId="743F0C7F" w14:textId="77777777" w:rsidR="00001F1A" w:rsidRDefault="00001F1A" w:rsidP="00523EA7">
          <w:pPr>
            <w:pStyle w:val="Zpat"/>
          </w:pPr>
        </w:p>
      </w:tc>
      <w:tc>
        <w:tcPr>
          <w:tcW w:w="5698" w:type="dxa"/>
          <w:shd w:val="clear" w:color="auto" w:fill="auto"/>
          <w:tcMar>
            <w:top w:w="57" w:type="dxa"/>
            <w:left w:w="0" w:type="dxa"/>
            <w:right w:w="0" w:type="dxa"/>
          </w:tcMar>
        </w:tcPr>
        <w:p w14:paraId="31CF52A8" w14:textId="77777777" w:rsidR="00001F1A" w:rsidRPr="00D6163D" w:rsidRDefault="00001F1A" w:rsidP="00D6163D">
          <w:pPr>
            <w:pStyle w:val="Druhdokumentu"/>
          </w:pPr>
        </w:p>
      </w:tc>
    </w:tr>
  </w:tbl>
  <w:p w14:paraId="75C0D1DB" w14:textId="77777777" w:rsidR="00001F1A" w:rsidRPr="00D6163D" w:rsidRDefault="00001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1F1A" w14:paraId="305FD5DB" w14:textId="77777777" w:rsidTr="00B22106">
      <w:trPr>
        <w:trHeight w:hRule="exact" w:val="936"/>
      </w:trPr>
      <w:tc>
        <w:tcPr>
          <w:tcW w:w="1361" w:type="dxa"/>
          <w:tcMar>
            <w:left w:w="0" w:type="dxa"/>
            <w:right w:w="0" w:type="dxa"/>
          </w:tcMar>
        </w:tcPr>
        <w:p w14:paraId="570B0069" w14:textId="77777777" w:rsidR="00001F1A" w:rsidRPr="00B8518B" w:rsidRDefault="00001F1A" w:rsidP="00FC6389">
          <w:pPr>
            <w:pStyle w:val="Zpat"/>
            <w:rPr>
              <w:rStyle w:val="slostrnky"/>
            </w:rPr>
          </w:pPr>
        </w:p>
      </w:tc>
      <w:tc>
        <w:tcPr>
          <w:tcW w:w="3458" w:type="dxa"/>
          <w:shd w:val="clear" w:color="auto" w:fill="auto"/>
          <w:tcMar>
            <w:left w:w="0" w:type="dxa"/>
            <w:right w:w="0" w:type="dxa"/>
          </w:tcMar>
        </w:tcPr>
        <w:p w14:paraId="5C1BA917" w14:textId="77777777" w:rsidR="00001F1A" w:rsidRDefault="00001F1A" w:rsidP="00FC6389">
          <w:pPr>
            <w:pStyle w:val="Zpat"/>
          </w:pPr>
        </w:p>
      </w:tc>
      <w:tc>
        <w:tcPr>
          <w:tcW w:w="5756" w:type="dxa"/>
          <w:shd w:val="clear" w:color="auto" w:fill="auto"/>
          <w:tcMar>
            <w:left w:w="0" w:type="dxa"/>
            <w:right w:w="0" w:type="dxa"/>
          </w:tcMar>
        </w:tcPr>
        <w:p w14:paraId="2C32B53E" w14:textId="77777777" w:rsidR="00001F1A" w:rsidRPr="00D6163D" w:rsidRDefault="00001F1A" w:rsidP="00FC6389">
          <w:pPr>
            <w:pStyle w:val="Druhdokumentu"/>
          </w:pPr>
        </w:p>
      </w:tc>
    </w:tr>
    <w:tr w:rsidR="00001F1A" w14:paraId="69F8D53D" w14:textId="77777777" w:rsidTr="00B22106">
      <w:trPr>
        <w:trHeight w:hRule="exact" w:val="936"/>
      </w:trPr>
      <w:tc>
        <w:tcPr>
          <w:tcW w:w="1361" w:type="dxa"/>
          <w:tcMar>
            <w:left w:w="0" w:type="dxa"/>
            <w:right w:w="0" w:type="dxa"/>
          </w:tcMar>
        </w:tcPr>
        <w:p w14:paraId="679BED3A" w14:textId="77777777" w:rsidR="00001F1A" w:rsidRPr="00B8518B" w:rsidRDefault="00001F1A" w:rsidP="00FC6389">
          <w:pPr>
            <w:pStyle w:val="Zpat"/>
            <w:rPr>
              <w:rStyle w:val="slostrnky"/>
            </w:rPr>
          </w:pPr>
        </w:p>
      </w:tc>
      <w:tc>
        <w:tcPr>
          <w:tcW w:w="3458" w:type="dxa"/>
          <w:shd w:val="clear" w:color="auto" w:fill="auto"/>
          <w:tcMar>
            <w:left w:w="0" w:type="dxa"/>
            <w:right w:w="0" w:type="dxa"/>
          </w:tcMar>
        </w:tcPr>
        <w:p w14:paraId="63E8AC86" w14:textId="77777777" w:rsidR="00001F1A" w:rsidRDefault="00001F1A" w:rsidP="00FC6389">
          <w:pPr>
            <w:pStyle w:val="Zpat"/>
          </w:pPr>
        </w:p>
      </w:tc>
      <w:tc>
        <w:tcPr>
          <w:tcW w:w="5756" w:type="dxa"/>
          <w:shd w:val="clear" w:color="auto" w:fill="auto"/>
          <w:tcMar>
            <w:left w:w="0" w:type="dxa"/>
            <w:right w:w="0" w:type="dxa"/>
          </w:tcMar>
        </w:tcPr>
        <w:p w14:paraId="702F8471" w14:textId="77777777" w:rsidR="00001F1A" w:rsidRPr="00D6163D" w:rsidRDefault="00001F1A" w:rsidP="00FC6389">
          <w:pPr>
            <w:pStyle w:val="Druhdokumentu"/>
          </w:pPr>
        </w:p>
      </w:tc>
    </w:tr>
  </w:tbl>
  <w:p w14:paraId="0A197E79" w14:textId="77777777" w:rsidR="00001F1A" w:rsidRPr="00D6163D" w:rsidRDefault="00001F1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01F1A" w:rsidRPr="00460660" w:rsidRDefault="00001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630B32"/>
    <w:multiLevelType w:val="hybridMultilevel"/>
    <w:tmpl w:val="53A662D8"/>
    <w:lvl w:ilvl="0" w:tplc="B1D6F1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F8C5505"/>
    <w:multiLevelType w:val="hybridMultilevel"/>
    <w:tmpl w:val="F7480DA2"/>
    <w:lvl w:ilvl="0" w:tplc="233E8DE4">
      <w:start w:val="1"/>
      <w:numFmt w:val="bullet"/>
      <w:lvlText w:val="-"/>
      <w:lvlJc w:val="left"/>
      <w:pPr>
        <w:ind w:left="1797" w:hanging="360"/>
      </w:pPr>
      <w:rPr>
        <w:rFonts w:ascii="Courier New" w:hAnsi="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4"/>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10"/>
  </w:num>
  <w:num w:numId="43">
    <w:abstractNumId w:val="13"/>
  </w:num>
  <w:num w:numId="4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F1A"/>
    <w:rsid w:val="0001355D"/>
    <w:rsid w:val="00013945"/>
    <w:rsid w:val="00015DBC"/>
    <w:rsid w:val="000174E8"/>
    <w:rsid w:val="00017F3C"/>
    <w:rsid w:val="000205E1"/>
    <w:rsid w:val="000259F7"/>
    <w:rsid w:val="00025F06"/>
    <w:rsid w:val="0003198B"/>
    <w:rsid w:val="000338E9"/>
    <w:rsid w:val="000410A4"/>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3039"/>
    <w:rsid w:val="000B4EB8"/>
    <w:rsid w:val="000C2072"/>
    <w:rsid w:val="000C3CD6"/>
    <w:rsid w:val="000C41F2"/>
    <w:rsid w:val="000D0DE7"/>
    <w:rsid w:val="000D22C4"/>
    <w:rsid w:val="000D27D1"/>
    <w:rsid w:val="000D5E72"/>
    <w:rsid w:val="000D7437"/>
    <w:rsid w:val="000E15C8"/>
    <w:rsid w:val="000E1A7F"/>
    <w:rsid w:val="000E25BA"/>
    <w:rsid w:val="000F36BD"/>
    <w:rsid w:val="00106A0E"/>
    <w:rsid w:val="0011189E"/>
    <w:rsid w:val="00112301"/>
    <w:rsid w:val="00112864"/>
    <w:rsid w:val="00112F94"/>
    <w:rsid w:val="00114472"/>
    <w:rsid w:val="00114988"/>
    <w:rsid w:val="00115069"/>
    <w:rsid w:val="001150F2"/>
    <w:rsid w:val="00116813"/>
    <w:rsid w:val="00120994"/>
    <w:rsid w:val="00142F26"/>
    <w:rsid w:val="00146496"/>
    <w:rsid w:val="00146BCB"/>
    <w:rsid w:val="001472A9"/>
    <w:rsid w:val="00152172"/>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5E86"/>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11DA2"/>
    <w:rsid w:val="00211F3A"/>
    <w:rsid w:val="002222C1"/>
    <w:rsid w:val="00233A30"/>
    <w:rsid w:val="00233A53"/>
    <w:rsid w:val="00235EB5"/>
    <w:rsid w:val="00240B81"/>
    <w:rsid w:val="00241322"/>
    <w:rsid w:val="00241613"/>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2ED1"/>
    <w:rsid w:val="003E3953"/>
    <w:rsid w:val="003E3CE3"/>
    <w:rsid w:val="003E420D"/>
    <w:rsid w:val="003E4C13"/>
    <w:rsid w:val="003E79F5"/>
    <w:rsid w:val="003F11D4"/>
    <w:rsid w:val="003F68F5"/>
    <w:rsid w:val="003F78E7"/>
    <w:rsid w:val="004018B6"/>
    <w:rsid w:val="00404BA2"/>
    <w:rsid w:val="004078F3"/>
    <w:rsid w:val="00412F6F"/>
    <w:rsid w:val="00413F61"/>
    <w:rsid w:val="00421EFB"/>
    <w:rsid w:val="00422E8D"/>
    <w:rsid w:val="00427794"/>
    <w:rsid w:val="00443EB8"/>
    <w:rsid w:val="00450F07"/>
    <w:rsid w:val="00451D51"/>
    <w:rsid w:val="00452F69"/>
    <w:rsid w:val="00453CD3"/>
    <w:rsid w:val="00454716"/>
    <w:rsid w:val="00454BB9"/>
    <w:rsid w:val="00455991"/>
    <w:rsid w:val="00457582"/>
    <w:rsid w:val="00460660"/>
    <w:rsid w:val="00464BA9"/>
    <w:rsid w:val="0047334A"/>
    <w:rsid w:val="00474F4D"/>
    <w:rsid w:val="0048094F"/>
    <w:rsid w:val="00481047"/>
    <w:rsid w:val="004833D9"/>
    <w:rsid w:val="00483969"/>
    <w:rsid w:val="00484026"/>
    <w:rsid w:val="00485EAD"/>
    <w:rsid w:val="00486107"/>
    <w:rsid w:val="004914F0"/>
    <w:rsid w:val="00491827"/>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323B5"/>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454B"/>
    <w:rsid w:val="00595FD0"/>
    <w:rsid w:val="005971DD"/>
    <w:rsid w:val="005A1F44"/>
    <w:rsid w:val="005A3D2F"/>
    <w:rsid w:val="005B3472"/>
    <w:rsid w:val="005B5EA8"/>
    <w:rsid w:val="005B64BB"/>
    <w:rsid w:val="005C2C3B"/>
    <w:rsid w:val="005D0321"/>
    <w:rsid w:val="005D3C39"/>
    <w:rsid w:val="005E33AB"/>
    <w:rsid w:val="005E62AD"/>
    <w:rsid w:val="005F31EC"/>
    <w:rsid w:val="005F3817"/>
    <w:rsid w:val="005F5485"/>
    <w:rsid w:val="005F7739"/>
    <w:rsid w:val="0060115D"/>
    <w:rsid w:val="00601A8C"/>
    <w:rsid w:val="006078ED"/>
    <w:rsid w:val="0061068E"/>
    <w:rsid w:val="006113EE"/>
    <w:rsid w:val="00611407"/>
    <w:rsid w:val="006115D3"/>
    <w:rsid w:val="00616090"/>
    <w:rsid w:val="00625F8B"/>
    <w:rsid w:val="00626447"/>
    <w:rsid w:val="00633672"/>
    <w:rsid w:val="00633DB6"/>
    <w:rsid w:val="00640B30"/>
    <w:rsid w:val="00642162"/>
    <w:rsid w:val="00643C50"/>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020"/>
    <w:rsid w:val="00723ED1"/>
    <w:rsid w:val="00725ED5"/>
    <w:rsid w:val="007317D5"/>
    <w:rsid w:val="00731CB3"/>
    <w:rsid w:val="00733F8D"/>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281F"/>
    <w:rsid w:val="00773DC0"/>
    <w:rsid w:val="0077427F"/>
    <w:rsid w:val="0077673A"/>
    <w:rsid w:val="00776A8A"/>
    <w:rsid w:val="007846E1"/>
    <w:rsid w:val="007847D6"/>
    <w:rsid w:val="00792824"/>
    <w:rsid w:val="00793984"/>
    <w:rsid w:val="00797E05"/>
    <w:rsid w:val="007A2107"/>
    <w:rsid w:val="007A4A41"/>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711A"/>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3E2B"/>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4318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3C31"/>
    <w:rsid w:val="00AE485F"/>
    <w:rsid w:val="00AF20AA"/>
    <w:rsid w:val="00AF4A09"/>
    <w:rsid w:val="00AF683D"/>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8D8"/>
    <w:rsid w:val="00C44F6A"/>
    <w:rsid w:val="00C551FE"/>
    <w:rsid w:val="00C6198E"/>
    <w:rsid w:val="00C62E4B"/>
    <w:rsid w:val="00C708EA"/>
    <w:rsid w:val="00C73727"/>
    <w:rsid w:val="00C758F1"/>
    <w:rsid w:val="00C759F1"/>
    <w:rsid w:val="00C7649B"/>
    <w:rsid w:val="00C776E5"/>
    <w:rsid w:val="00C778A5"/>
    <w:rsid w:val="00C80775"/>
    <w:rsid w:val="00C9515F"/>
    <w:rsid w:val="00C95162"/>
    <w:rsid w:val="00CA236E"/>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3EF6"/>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2326"/>
    <w:rsid w:val="00DF651A"/>
    <w:rsid w:val="00E01EA1"/>
    <w:rsid w:val="00E035F5"/>
    <w:rsid w:val="00E07692"/>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72EFE"/>
    <w:rsid w:val="00E74244"/>
    <w:rsid w:val="00E76812"/>
    <w:rsid w:val="00E8058C"/>
    <w:rsid w:val="00E878EE"/>
    <w:rsid w:val="00E948C0"/>
    <w:rsid w:val="00EA6EC7"/>
    <w:rsid w:val="00EA7F3A"/>
    <w:rsid w:val="00EB104F"/>
    <w:rsid w:val="00EB152B"/>
    <w:rsid w:val="00EB38E8"/>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07DD3"/>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15B9"/>
    <w:rsid w:val="00F659EB"/>
    <w:rsid w:val="00F66F02"/>
    <w:rsid w:val="00F7046B"/>
    <w:rsid w:val="00F7192A"/>
    <w:rsid w:val="00F749F9"/>
    <w:rsid w:val="00F76F41"/>
    <w:rsid w:val="00F86BA6"/>
    <w:rsid w:val="00F911D1"/>
    <w:rsid w:val="00F92F06"/>
    <w:rsid w:val="00F95A2C"/>
    <w:rsid w:val="00F966F7"/>
    <w:rsid w:val="00FA4C7D"/>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E4C0678-D9C0-4CFA-87F9-BDAA55A7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38</Pages>
  <Words>15994</Words>
  <Characters>94368</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2022-05-20T08:12:00Z</cp:lastPrinted>
  <dcterms:created xsi:type="dcterms:W3CDTF">2022-06-10T11:06:00Z</dcterms:created>
  <dcterms:modified xsi:type="dcterms:W3CDTF">2022-06-10T11:08:00Z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